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4E450" w14:textId="77777777" w:rsidR="00627B6D" w:rsidRDefault="00627B6D"/>
    <w:p w14:paraId="1287A5BC" w14:textId="77777777" w:rsidR="00627B6D" w:rsidRDefault="00627B6D"/>
    <w:p w14:paraId="78EDDA83" w14:textId="77777777" w:rsidR="00AD76FB" w:rsidRPr="000349BA" w:rsidRDefault="00AD76FB"/>
    <w:p w14:paraId="57E4BCCA" w14:textId="689851FB" w:rsidR="00627B6D" w:rsidRPr="00527F4E" w:rsidRDefault="00627B6D">
      <w:pPr>
        <w:pStyle w:val="Pealkiri1"/>
      </w:pPr>
      <w:r w:rsidRPr="00527F4E">
        <w:t xml:space="preserve">LEPING </w:t>
      </w:r>
      <w:r w:rsidR="00B60E17" w:rsidRPr="00527F4E">
        <w:t>nr</w:t>
      </w:r>
      <w:r w:rsidR="00472D0E" w:rsidRPr="00527F4E">
        <w:t xml:space="preserve"> </w:t>
      </w:r>
      <w:r w:rsidR="006279D1" w:rsidRPr="00527F4E">
        <w:t>3-1.21</w:t>
      </w:r>
      <w:r w:rsidR="00472D0E" w:rsidRPr="00527F4E">
        <w:t>/</w:t>
      </w:r>
      <w:r w:rsidR="00C9695E" w:rsidRPr="00527F4E">
        <w:rPr>
          <w:rFonts w:eastAsia="Calibri"/>
          <w:bCs w:val="0"/>
          <w:kern w:val="28"/>
        </w:rPr>
        <w:t>202</w:t>
      </w:r>
      <w:r w:rsidR="00E233F9">
        <w:rPr>
          <w:rFonts w:eastAsia="Calibri"/>
          <w:bCs w:val="0"/>
          <w:kern w:val="28"/>
        </w:rPr>
        <w:t>5</w:t>
      </w:r>
      <w:r w:rsidR="00C9695E" w:rsidRPr="00527F4E">
        <w:rPr>
          <w:rFonts w:eastAsia="Calibri"/>
          <w:bCs w:val="0"/>
          <w:kern w:val="28"/>
        </w:rPr>
        <w:t>/</w:t>
      </w:r>
    </w:p>
    <w:p w14:paraId="7D2B6C1E" w14:textId="77777777" w:rsidR="00627B6D" w:rsidRPr="00527F4E" w:rsidRDefault="00627B6D">
      <w:pPr>
        <w:pStyle w:val="Pealkiri1"/>
      </w:pPr>
      <w:r w:rsidRPr="00527F4E">
        <w:t>ürituse korraldamiseks riigimetsas</w:t>
      </w:r>
    </w:p>
    <w:p w14:paraId="05DFB9D5" w14:textId="77777777" w:rsidR="00627B6D" w:rsidRPr="00527F4E" w:rsidRDefault="00627B6D">
      <w:pPr>
        <w:rPr>
          <w:b/>
          <w:bCs/>
          <w:sz w:val="28"/>
        </w:rPr>
      </w:pPr>
    </w:p>
    <w:p w14:paraId="72E8C876" w14:textId="77777777" w:rsidR="000D4491" w:rsidRPr="00527F4E" w:rsidRDefault="000D4491" w:rsidP="000D4491">
      <w:pPr>
        <w:jc w:val="right"/>
      </w:pPr>
      <w:r w:rsidRPr="00527F4E">
        <w:t>(hiliseima digitaalallkirja kuupäev)</w:t>
      </w:r>
    </w:p>
    <w:p w14:paraId="50A1B397" w14:textId="0A4BE0B0" w:rsidR="000D4491" w:rsidRPr="00527F4E" w:rsidRDefault="000D4491" w:rsidP="000D4491">
      <w:pPr>
        <w:jc w:val="right"/>
        <w:rPr>
          <w:rFonts w:eastAsia="Calibri"/>
          <w:szCs w:val="22"/>
        </w:rPr>
      </w:pPr>
    </w:p>
    <w:p w14:paraId="667397CC" w14:textId="77777777" w:rsidR="000D4491" w:rsidRPr="00527F4E" w:rsidRDefault="000D4491" w:rsidP="000D4491">
      <w:pPr>
        <w:jc w:val="right"/>
        <w:rPr>
          <w:rFonts w:eastAsia="Calibri"/>
        </w:rPr>
      </w:pPr>
    </w:p>
    <w:p w14:paraId="7B93552E" w14:textId="7AA4B69B" w:rsidR="004F53A4" w:rsidRPr="00527F4E" w:rsidRDefault="004F53A4" w:rsidP="00E81947">
      <w:pPr>
        <w:jc w:val="both"/>
      </w:pPr>
      <w:r w:rsidRPr="00527F4E">
        <w:rPr>
          <w:b/>
          <w:bCs/>
        </w:rPr>
        <w:t>Riigimetsa Majandamise Keskus</w:t>
      </w:r>
      <w:r w:rsidRPr="00527F4E">
        <w:t xml:space="preserve">, </w:t>
      </w:r>
      <w:r w:rsidR="00B371D3" w:rsidRPr="00527F4E">
        <w:t xml:space="preserve">edaspidi </w:t>
      </w:r>
      <w:r w:rsidR="00B371D3" w:rsidRPr="00527F4E">
        <w:rPr>
          <w:b/>
        </w:rPr>
        <w:t xml:space="preserve">RMK, </w:t>
      </w:r>
      <w:r w:rsidRPr="00527F4E">
        <w:t>keda esindab</w:t>
      </w:r>
      <w:r w:rsidR="00B371D3" w:rsidRPr="00527F4E">
        <w:t xml:space="preserve"> </w:t>
      </w:r>
      <w:r w:rsidR="00C9695E" w:rsidRPr="00527F4E">
        <w:t xml:space="preserve">juhatuse esimehe </w:t>
      </w:r>
      <w:r w:rsidR="00E831EC" w:rsidRPr="00E831EC">
        <w:t>15.04.2024 a</w:t>
      </w:r>
      <w:r w:rsidR="00692147">
        <w:t xml:space="preserve">. </w:t>
      </w:r>
      <w:r w:rsidR="00E831EC" w:rsidRPr="00E831EC">
        <w:t>käskkirja nr 1-5/32</w:t>
      </w:r>
      <w:r w:rsidR="00C9695E" w:rsidRPr="00527F4E">
        <w:t xml:space="preserve"> „RMK metsaülematele volituste andmine töö korraldamiseks tööpiirkonnas“ alusel </w:t>
      </w:r>
      <w:r w:rsidR="00E831EC">
        <w:t>Kirde regiooni</w:t>
      </w:r>
      <w:r w:rsidR="00C9695E" w:rsidRPr="00527F4E">
        <w:t xml:space="preserve"> metsaülem </w:t>
      </w:r>
      <w:r w:rsidR="00E831EC">
        <w:t>Peeter Puhke</w:t>
      </w:r>
      <w:r w:rsidR="00C9695E" w:rsidRPr="00527F4E">
        <w:rPr>
          <w:rFonts w:eastAsia="Calibri"/>
        </w:rPr>
        <w:t xml:space="preserve"> </w:t>
      </w:r>
      <w:r w:rsidR="00B371D3" w:rsidRPr="00527F4E">
        <w:rPr>
          <w:rFonts w:eastAsia="Calibri"/>
        </w:rPr>
        <w:t>ühelt poolt,</w:t>
      </w:r>
    </w:p>
    <w:p w14:paraId="5E37D160" w14:textId="77777777" w:rsidR="004F53A4" w:rsidRPr="00527F4E" w:rsidRDefault="004F53A4" w:rsidP="00E81947">
      <w:pPr>
        <w:jc w:val="both"/>
      </w:pPr>
    </w:p>
    <w:p w14:paraId="1E683FE5" w14:textId="254858AC" w:rsidR="0009340C" w:rsidRPr="00527F4E" w:rsidRDefault="004F53A4" w:rsidP="0009340C">
      <w:r w:rsidRPr="00527F4E">
        <w:t xml:space="preserve">ja </w:t>
      </w:r>
      <w:r w:rsidR="00E77ADE" w:rsidRPr="00527F4E">
        <w:rPr>
          <w:b/>
        </w:rPr>
        <w:t xml:space="preserve">MTÜ </w:t>
      </w:r>
      <w:r w:rsidR="000842B0" w:rsidRPr="000842B0">
        <w:rPr>
          <w:b/>
        </w:rPr>
        <w:t>Toila Auto-Motoklubi</w:t>
      </w:r>
      <w:r w:rsidR="00C9695E" w:rsidRPr="00527F4E">
        <w:rPr>
          <w:b/>
        </w:rPr>
        <w:t xml:space="preserve">, </w:t>
      </w:r>
      <w:r w:rsidR="00B371D3" w:rsidRPr="00527F4E">
        <w:t xml:space="preserve">edaspidi </w:t>
      </w:r>
      <w:r w:rsidR="00B371D3" w:rsidRPr="00527F4E">
        <w:rPr>
          <w:b/>
        </w:rPr>
        <w:t>üritus</w:t>
      </w:r>
      <w:r w:rsidR="00FA61C7" w:rsidRPr="00527F4E">
        <w:rPr>
          <w:b/>
        </w:rPr>
        <w:t>e korraldaja</w:t>
      </w:r>
      <w:r w:rsidR="002200E4" w:rsidRPr="00527F4E">
        <w:t xml:space="preserve">, </w:t>
      </w:r>
      <w:r w:rsidRPr="00527F4E">
        <w:t xml:space="preserve">keda esindab </w:t>
      </w:r>
      <w:sdt>
        <w:sdtPr>
          <w:tag w:val="Riigimetsa Majandamise Keskuse "/>
          <w:id w:val="219788717"/>
          <w:placeholder>
            <w:docPart w:val="2B2AD8AA52FC438F9D6E3DC18B6B4477"/>
          </w:placeholder>
          <w:comboBox>
            <w:listItem w:displayText="põhikirja" w:value="põhikirja"/>
            <w:listItem w:displayText="volikirja" w:value="volikirja"/>
          </w:comboBox>
        </w:sdtPr>
        <w:sdtEndPr/>
        <w:sdtContent>
          <w:r w:rsidR="00C9695E" w:rsidRPr="00527F4E">
            <w:t>põhikirja</w:t>
          </w:r>
        </w:sdtContent>
      </w:sdt>
      <w:r w:rsidR="00FA61C7" w:rsidRPr="00527F4E">
        <w:rPr>
          <w:rFonts w:eastAsia="Calibri"/>
        </w:rPr>
        <w:t xml:space="preserve"> alusel </w:t>
      </w:r>
      <w:r w:rsidR="00E77ADE" w:rsidRPr="00527F4E">
        <w:t>juhatuse liige</w:t>
      </w:r>
      <w:r w:rsidR="00C20628" w:rsidRPr="00527F4E">
        <w:t xml:space="preserve">  </w:t>
      </w:r>
      <w:r w:rsidR="0038349C" w:rsidRPr="0038349C">
        <w:t>Toomas Merilai</w:t>
      </w:r>
      <w:r w:rsidR="0038349C">
        <w:t xml:space="preserve"> </w:t>
      </w:r>
      <w:r w:rsidR="00FA61C7" w:rsidRPr="00527F4E">
        <w:rPr>
          <w:rFonts w:eastAsia="Calibri"/>
        </w:rPr>
        <w:t xml:space="preserve">teiselt poolt, </w:t>
      </w:r>
    </w:p>
    <w:p w14:paraId="2067FCE0" w14:textId="77777777" w:rsidR="0009340C" w:rsidRPr="00527F4E" w:rsidRDefault="0009340C" w:rsidP="0009340C"/>
    <w:p w14:paraId="505CD831" w14:textId="77777777" w:rsidR="0009340C" w:rsidRPr="00527F4E" w:rsidRDefault="0009340C" w:rsidP="0009340C">
      <w:pPr>
        <w:jc w:val="both"/>
      </w:pPr>
      <w:r w:rsidRPr="00527F4E">
        <w:t xml:space="preserve">keda nimetatakse edaspidi </w:t>
      </w:r>
      <w:r w:rsidRPr="00527F4E">
        <w:rPr>
          <w:b/>
        </w:rPr>
        <w:t xml:space="preserve">pool </w:t>
      </w:r>
      <w:r w:rsidRPr="00527F4E">
        <w:t xml:space="preserve">või ühiselt </w:t>
      </w:r>
      <w:r w:rsidRPr="00527F4E">
        <w:rPr>
          <w:b/>
        </w:rPr>
        <w:t>pooled,</w:t>
      </w:r>
    </w:p>
    <w:p w14:paraId="14DEC032" w14:textId="77777777" w:rsidR="0009340C" w:rsidRPr="00527F4E" w:rsidRDefault="0009340C" w:rsidP="0009340C"/>
    <w:p w14:paraId="40800353" w14:textId="77777777" w:rsidR="00B60E17" w:rsidRPr="00527F4E" w:rsidRDefault="00B60E17" w:rsidP="0009340C">
      <w:r w:rsidRPr="00527F4E">
        <w:rPr>
          <w:szCs w:val="18"/>
        </w:rPr>
        <w:t xml:space="preserve">sõlmisid käesoleva </w:t>
      </w:r>
      <w:r w:rsidR="00754082" w:rsidRPr="00527F4E">
        <w:rPr>
          <w:szCs w:val="18"/>
        </w:rPr>
        <w:t>l</w:t>
      </w:r>
      <w:r w:rsidRPr="00527F4E">
        <w:rPr>
          <w:szCs w:val="18"/>
        </w:rPr>
        <w:t>epingu</w:t>
      </w:r>
      <w:r w:rsidR="00754082" w:rsidRPr="00527F4E">
        <w:rPr>
          <w:szCs w:val="18"/>
        </w:rPr>
        <w:t xml:space="preserve">, </w:t>
      </w:r>
      <w:r w:rsidRPr="00527F4E">
        <w:rPr>
          <w:szCs w:val="18"/>
        </w:rPr>
        <w:t xml:space="preserve">edaspidi </w:t>
      </w:r>
      <w:r w:rsidR="002200E4" w:rsidRPr="00527F4E">
        <w:rPr>
          <w:b/>
          <w:bCs/>
          <w:szCs w:val="18"/>
        </w:rPr>
        <w:t>l</w:t>
      </w:r>
      <w:r w:rsidRPr="00527F4E">
        <w:rPr>
          <w:b/>
          <w:bCs/>
          <w:szCs w:val="18"/>
        </w:rPr>
        <w:t>eping</w:t>
      </w:r>
      <w:r w:rsidR="00754082" w:rsidRPr="00527F4E">
        <w:rPr>
          <w:b/>
          <w:bCs/>
          <w:szCs w:val="18"/>
        </w:rPr>
        <w:t>,</w:t>
      </w:r>
      <w:r w:rsidRPr="00527F4E">
        <w:rPr>
          <w:szCs w:val="18"/>
        </w:rPr>
        <w:t xml:space="preserve"> alljärgnevas: </w:t>
      </w:r>
    </w:p>
    <w:p w14:paraId="0A0C53BC" w14:textId="77777777" w:rsidR="00627B6D" w:rsidRPr="00527F4E" w:rsidRDefault="00627B6D" w:rsidP="00E81947">
      <w:pPr>
        <w:jc w:val="both"/>
      </w:pPr>
    </w:p>
    <w:p w14:paraId="15F4F8D7" w14:textId="77777777" w:rsidR="00627B6D" w:rsidRPr="00527F4E" w:rsidRDefault="00627B6D" w:rsidP="00D634F0">
      <w:pPr>
        <w:pStyle w:val="Loendilik"/>
        <w:numPr>
          <w:ilvl w:val="0"/>
          <w:numId w:val="28"/>
        </w:numPr>
        <w:jc w:val="both"/>
        <w:rPr>
          <w:b/>
          <w:bCs/>
        </w:rPr>
      </w:pPr>
      <w:r w:rsidRPr="00527F4E">
        <w:rPr>
          <w:b/>
          <w:bCs/>
        </w:rPr>
        <w:t>Lepingu objekt</w:t>
      </w:r>
    </w:p>
    <w:p w14:paraId="71FB03A7" w14:textId="3573C6DF" w:rsidR="00627B6D" w:rsidRPr="00527F4E" w:rsidRDefault="00EB454B" w:rsidP="00942308">
      <w:pPr>
        <w:pStyle w:val="Loendilik"/>
        <w:numPr>
          <w:ilvl w:val="1"/>
          <w:numId w:val="28"/>
        </w:numPr>
        <w:jc w:val="both"/>
      </w:pPr>
      <w:r w:rsidRPr="00527F4E">
        <w:t>L</w:t>
      </w:r>
      <w:r w:rsidR="00627B6D" w:rsidRPr="00527F4E">
        <w:t>epingu objektiks o</w:t>
      </w:r>
      <w:r w:rsidR="00490943" w:rsidRPr="00527F4E">
        <w:t xml:space="preserve">n </w:t>
      </w:r>
      <w:r w:rsidR="00E77ADE" w:rsidRPr="00527F4E">
        <w:t>Lüganuse</w:t>
      </w:r>
      <w:r w:rsidR="00F74077">
        <w:t xml:space="preserve"> </w:t>
      </w:r>
      <w:r w:rsidR="00E77ADE" w:rsidRPr="00527F4E">
        <w:t xml:space="preserve"> </w:t>
      </w:r>
      <w:r w:rsidR="005D495A">
        <w:t xml:space="preserve">ja Toila </w:t>
      </w:r>
      <w:r w:rsidR="00A87FC1" w:rsidRPr="00527F4E">
        <w:t xml:space="preserve">vallas </w:t>
      </w:r>
      <w:r w:rsidR="006C73DC" w:rsidRPr="006C73DC">
        <w:t xml:space="preserve">Aidu karjääris </w:t>
      </w:r>
      <w:r w:rsidR="00B16A22">
        <w:t>olevatel</w:t>
      </w:r>
      <w:r w:rsidR="00527F4E" w:rsidRPr="00527F4E">
        <w:t xml:space="preserve"> </w:t>
      </w:r>
      <w:r w:rsidR="004D1205" w:rsidRPr="00527F4E">
        <w:t>riigimetsamaa</w:t>
      </w:r>
      <w:r w:rsidR="00C20628" w:rsidRPr="00527F4E">
        <w:t xml:space="preserve"> kinnistutel</w:t>
      </w:r>
      <w:r w:rsidR="000B179B">
        <w:t xml:space="preserve"> </w:t>
      </w:r>
      <w:r w:rsidR="00E65651">
        <w:t xml:space="preserve">paiknevate </w:t>
      </w:r>
      <w:r w:rsidR="00627B6D" w:rsidRPr="00527F4E">
        <w:t xml:space="preserve">metsateede ning </w:t>
      </w:r>
      <w:r w:rsidR="00754082" w:rsidRPr="00527F4E">
        <w:t>–</w:t>
      </w:r>
      <w:r w:rsidR="00627B6D" w:rsidRPr="00527F4E">
        <w:t>sihtide</w:t>
      </w:r>
      <w:r w:rsidR="00754082" w:rsidRPr="00527F4E">
        <w:t xml:space="preserve">, </w:t>
      </w:r>
      <w:r w:rsidR="00627B6D" w:rsidRPr="00527F4E">
        <w:t xml:space="preserve">edaspidi </w:t>
      </w:r>
      <w:r w:rsidR="002200E4" w:rsidRPr="00527F4E">
        <w:t>a</w:t>
      </w:r>
      <w:r w:rsidR="00627B6D" w:rsidRPr="00527F4E">
        <w:t>la</w:t>
      </w:r>
      <w:r w:rsidR="00754082" w:rsidRPr="00527F4E">
        <w:t>,</w:t>
      </w:r>
      <w:r w:rsidR="00627B6D" w:rsidRPr="00527F4E">
        <w:t xml:space="preserve"> kasutamine</w:t>
      </w:r>
      <w:r w:rsidR="00FA61C7" w:rsidRPr="00527F4E">
        <w:t xml:space="preserve"> </w:t>
      </w:r>
      <w:r w:rsidR="000E7C75" w:rsidRPr="00527F4E">
        <w:t>enduro</w:t>
      </w:r>
      <w:r w:rsidR="00E27C94">
        <w:t xml:space="preserve"> </w:t>
      </w:r>
      <w:r w:rsidR="00F45F00" w:rsidRPr="00527F4E">
        <w:t>võistluse</w:t>
      </w:r>
      <w:r w:rsidR="000B4E50">
        <w:t xml:space="preserve"> </w:t>
      </w:r>
      <w:r w:rsidR="00823220" w:rsidRPr="00823220">
        <w:rPr>
          <w:b/>
          <w:bCs/>
        </w:rPr>
        <w:t>Kohtla-Nõmme Enduro 2025</w:t>
      </w:r>
      <w:r w:rsidR="00230BB5" w:rsidRPr="00527F4E">
        <w:t xml:space="preserve">, </w:t>
      </w:r>
      <w:r w:rsidR="00754082" w:rsidRPr="00527F4E">
        <w:t xml:space="preserve">edaspidi </w:t>
      </w:r>
      <w:r w:rsidR="002200E4" w:rsidRPr="00527F4E">
        <w:t>ü</w:t>
      </w:r>
      <w:r w:rsidR="00627B6D" w:rsidRPr="00527F4E">
        <w:t>ritus</w:t>
      </w:r>
      <w:r w:rsidR="00754082" w:rsidRPr="00527F4E">
        <w:t>,</w:t>
      </w:r>
      <w:r w:rsidR="00627B6D" w:rsidRPr="00527F4E">
        <w:t xml:space="preserve"> läbiviimisek</w:t>
      </w:r>
      <w:r w:rsidR="00FE425D" w:rsidRPr="00527F4E">
        <w:t>s taotluses näidatud kaardi ja tegevuste ulatuses</w:t>
      </w:r>
      <w:r w:rsidR="00627B6D" w:rsidRPr="00527F4E">
        <w:t xml:space="preserve">. </w:t>
      </w:r>
      <w:r w:rsidR="00223671" w:rsidRPr="00527F4E">
        <w:t>Lepingu sõlmimine ei an</w:t>
      </w:r>
      <w:r w:rsidR="00FA61C7" w:rsidRPr="00527F4E">
        <w:t>na Ürituse korraldajale õigust a</w:t>
      </w:r>
      <w:r w:rsidR="00223671" w:rsidRPr="00527F4E">
        <w:t>la sulgemiseks teistele metsakasutajatele</w:t>
      </w:r>
      <w:r w:rsidR="00BF1C21" w:rsidRPr="00527F4E">
        <w:t xml:space="preserve">. </w:t>
      </w:r>
    </w:p>
    <w:p w14:paraId="45C81CAC" w14:textId="37A588E6" w:rsidR="00627B6D" w:rsidRPr="00527F4E" w:rsidRDefault="00E05059" w:rsidP="00705F9E">
      <w:pPr>
        <w:pStyle w:val="Loendilik"/>
        <w:ind w:left="600"/>
        <w:jc w:val="both"/>
      </w:pPr>
      <w:r w:rsidRPr="00527F4E">
        <w:t xml:space="preserve">Kasutatav rada on näidatud </w:t>
      </w:r>
      <w:r w:rsidR="000E7C75" w:rsidRPr="00527F4E">
        <w:t>lepingu lisas nr 1</w:t>
      </w:r>
      <w:r w:rsidRPr="00527F4E">
        <w:t>.</w:t>
      </w:r>
    </w:p>
    <w:p w14:paraId="2900C7D4" w14:textId="77777777" w:rsidR="00627B6D" w:rsidRPr="00527F4E" w:rsidRDefault="008C0FD3" w:rsidP="00705F9E">
      <w:pPr>
        <w:pStyle w:val="Loendilik"/>
        <w:numPr>
          <w:ilvl w:val="1"/>
          <w:numId w:val="28"/>
        </w:numPr>
        <w:jc w:val="both"/>
      </w:pPr>
      <w:r w:rsidRPr="00527F4E">
        <w:t xml:space="preserve">Ala seisund </w:t>
      </w:r>
      <w:r w:rsidR="00EB454B" w:rsidRPr="00527F4E">
        <w:t xml:space="preserve">loetakse kasutusse andmisel rahuldavaks. Juhul, kui </w:t>
      </w:r>
      <w:r w:rsidRPr="00527F4E">
        <w:t xml:space="preserve">ürituse korraldaja </w:t>
      </w:r>
      <w:r w:rsidR="00EB454B" w:rsidRPr="00527F4E">
        <w:t>leiab alal kasutusse võtmisel olulisi probleeme ja puudusi, siis informeerib ta sellest RMK-d.</w:t>
      </w:r>
    </w:p>
    <w:p w14:paraId="1DFEE596" w14:textId="77777777" w:rsidR="00EB454B" w:rsidRPr="00527F4E" w:rsidRDefault="00EB454B" w:rsidP="00EB454B">
      <w:pPr>
        <w:pStyle w:val="Taandegakehatekst"/>
        <w:ind w:left="0"/>
        <w:jc w:val="both"/>
      </w:pPr>
    </w:p>
    <w:p w14:paraId="56BA6F9A" w14:textId="77777777" w:rsidR="00627B6D" w:rsidRPr="00527F4E" w:rsidRDefault="00627B6D" w:rsidP="00C3044B">
      <w:pPr>
        <w:pStyle w:val="Loendilik"/>
        <w:numPr>
          <w:ilvl w:val="0"/>
          <w:numId w:val="28"/>
        </w:numPr>
        <w:jc w:val="both"/>
        <w:rPr>
          <w:b/>
          <w:bCs/>
        </w:rPr>
      </w:pPr>
      <w:r w:rsidRPr="00527F4E">
        <w:rPr>
          <w:b/>
          <w:bCs/>
        </w:rPr>
        <w:t>Riigimetsa kasutamise tähtaeg</w:t>
      </w:r>
    </w:p>
    <w:p w14:paraId="4958450E" w14:textId="28266A40" w:rsidR="00627B6D" w:rsidRPr="00527F4E" w:rsidRDefault="00627B6D" w:rsidP="00E81947">
      <w:pPr>
        <w:pStyle w:val="Kehatekst"/>
        <w:jc w:val="both"/>
        <w:rPr>
          <w:b w:val="0"/>
          <w:bCs w:val="0"/>
        </w:rPr>
      </w:pPr>
      <w:r w:rsidRPr="00527F4E">
        <w:rPr>
          <w:b w:val="0"/>
          <w:bCs w:val="0"/>
        </w:rPr>
        <w:t xml:space="preserve">Ürituse korraldajal on õigus kasutada ala </w:t>
      </w:r>
      <w:r w:rsidR="004410B4">
        <w:t>1</w:t>
      </w:r>
      <w:r w:rsidR="00823220">
        <w:t>6</w:t>
      </w:r>
      <w:r w:rsidR="004410B4">
        <w:t xml:space="preserve"> - 1</w:t>
      </w:r>
      <w:r w:rsidR="00823220">
        <w:t>7</w:t>
      </w:r>
      <w:r w:rsidR="00C20628" w:rsidRPr="00E831EC">
        <w:t>.0</w:t>
      </w:r>
      <w:r w:rsidR="00823220">
        <w:t>8</w:t>
      </w:r>
      <w:r w:rsidR="00A87FC1" w:rsidRPr="00E831EC">
        <w:t>.202</w:t>
      </w:r>
      <w:r w:rsidR="00F150FA">
        <w:t>5</w:t>
      </w:r>
      <w:r w:rsidR="00E831EC">
        <w:rPr>
          <w:b w:val="0"/>
          <w:bCs w:val="0"/>
        </w:rPr>
        <w:t xml:space="preserve"> a</w:t>
      </w:r>
      <w:r w:rsidR="00FA61C7" w:rsidRPr="00527F4E">
        <w:rPr>
          <w:rFonts w:eastAsia="Calibri"/>
          <w:b w:val="0"/>
          <w:szCs w:val="22"/>
        </w:rPr>
        <w:t>.</w:t>
      </w:r>
      <w:r w:rsidRPr="00527F4E">
        <w:rPr>
          <w:b w:val="0"/>
          <w:bCs w:val="0"/>
        </w:rPr>
        <w:t xml:space="preserve">           </w:t>
      </w:r>
    </w:p>
    <w:p w14:paraId="5A5E0952" w14:textId="77777777" w:rsidR="00627B6D" w:rsidRPr="00527F4E" w:rsidRDefault="00627B6D" w:rsidP="00E81947">
      <w:pPr>
        <w:jc w:val="both"/>
        <w:rPr>
          <w:b/>
          <w:bCs/>
        </w:rPr>
      </w:pPr>
    </w:p>
    <w:p w14:paraId="64986375" w14:textId="77777777" w:rsidR="00627B6D" w:rsidRPr="00527F4E" w:rsidRDefault="00627B6D" w:rsidP="00C3044B">
      <w:pPr>
        <w:pStyle w:val="Loendilik"/>
        <w:numPr>
          <w:ilvl w:val="0"/>
          <w:numId w:val="28"/>
        </w:numPr>
        <w:jc w:val="both"/>
        <w:rPr>
          <w:b/>
          <w:bCs/>
        </w:rPr>
      </w:pPr>
      <w:r w:rsidRPr="00527F4E">
        <w:rPr>
          <w:b/>
          <w:bCs/>
        </w:rPr>
        <w:t>Poolte tegevus</w:t>
      </w:r>
    </w:p>
    <w:p w14:paraId="452C6315" w14:textId="77777777" w:rsidR="00627B6D" w:rsidRPr="00527F4E" w:rsidRDefault="00627B6D" w:rsidP="00705F9E">
      <w:pPr>
        <w:pStyle w:val="Loendilik"/>
        <w:numPr>
          <w:ilvl w:val="1"/>
          <w:numId w:val="28"/>
        </w:numPr>
        <w:jc w:val="both"/>
      </w:pPr>
      <w:r w:rsidRPr="00527F4E">
        <w:t xml:space="preserve">Ürituse korraldaja kohustub: </w:t>
      </w:r>
    </w:p>
    <w:p w14:paraId="52E205D4" w14:textId="4D5A0DDB" w:rsidR="00627B6D" w:rsidRPr="00527F4E" w:rsidRDefault="00627B6D" w:rsidP="00CB5868">
      <w:pPr>
        <w:pStyle w:val="Loendilik"/>
        <w:numPr>
          <w:ilvl w:val="2"/>
          <w:numId w:val="32"/>
        </w:numPr>
        <w:ind w:left="567" w:hanging="567"/>
        <w:jc w:val="both"/>
      </w:pPr>
      <w:r w:rsidRPr="00527F4E">
        <w:t xml:space="preserve">kirjalikult teatama RMK-le vähemalt 14 </w:t>
      </w:r>
      <w:r w:rsidR="00FA61C7" w:rsidRPr="00527F4E">
        <w:t xml:space="preserve">(neliteist) </w:t>
      </w:r>
      <w:r w:rsidRPr="00527F4E">
        <w:t xml:space="preserve">kalendripäeva enne ürituse algust </w:t>
      </w:r>
      <w:r w:rsidR="00FE425D" w:rsidRPr="00527F4E">
        <w:t xml:space="preserve">üritusega seonduvatest muudatustest (rajaskeem, vastutajad jne), </w:t>
      </w:r>
      <w:r w:rsidRPr="00527F4E">
        <w:t>üritusest osavõtvate isikute ligikaudse arvu, piirkonda saabuvate sõidukite arvu, ürituse ajakava, toitlustuse ja kaubanduse korralduse, ürituse eest vastutava isiku(te) nimed ja kontaktandmed ning ülesanded n</w:t>
      </w:r>
      <w:r w:rsidR="00E658F5" w:rsidRPr="00527F4E">
        <w:t xml:space="preserve">ing </w:t>
      </w:r>
      <w:r w:rsidRPr="00527F4E">
        <w:t>esitama muu kavandatava tegevusega seonduva informats</w:t>
      </w:r>
      <w:r w:rsidR="00FE425D" w:rsidRPr="00527F4E">
        <w:t>iooni;</w:t>
      </w:r>
    </w:p>
    <w:p w14:paraId="12D25D82" w14:textId="597DC86D" w:rsidR="00FE425D" w:rsidRPr="00527F4E" w:rsidRDefault="00FE425D" w:rsidP="00CB5868">
      <w:pPr>
        <w:pStyle w:val="Loendilik"/>
        <w:numPr>
          <w:ilvl w:val="2"/>
          <w:numId w:val="32"/>
        </w:numPr>
        <w:ind w:left="567" w:hanging="567"/>
        <w:jc w:val="both"/>
      </w:pPr>
      <w:r w:rsidRPr="00527F4E">
        <w:t>õigusaktidega ettenähtud juhtudel taotlema</w:t>
      </w:r>
      <w:r w:rsidR="00F45F00" w:rsidRPr="00527F4E">
        <w:t xml:space="preserve"> </w:t>
      </w:r>
      <w:r w:rsidRPr="00527F4E">
        <w:t xml:space="preserve">teistelt riigi- ja kohaliku omavalituse asutustelt </w:t>
      </w:r>
      <w:r w:rsidR="00F45F00" w:rsidRPr="00527F4E">
        <w:t xml:space="preserve">ning teistelt maaomanikelt </w:t>
      </w:r>
      <w:r w:rsidRPr="00527F4E">
        <w:t>ürituse korraldamiseks vajalikud load ja kooskõlastused ning esitama nende koopiad RMK esindajale; Kinni pidama kõigi kooskõlastuste tingimustest;</w:t>
      </w:r>
    </w:p>
    <w:p w14:paraId="440670C1" w14:textId="77777777" w:rsidR="00627B6D" w:rsidRPr="00527F4E" w:rsidRDefault="00627B6D" w:rsidP="00A71B47">
      <w:pPr>
        <w:pStyle w:val="Loendilik"/>
        <w:numPr>
          <w:ilvl w:val="2"/>
          <w:numId w:val="32"/>
        </w:numPr>
        <w:ind w:left="567" w:hanging="567"/>
        <w:jc w:val="both"/>
      </w:pPr>
      <w:r w:rsidRPr="00527F4E">
        <w:t xml:space="preserve">kinni pidama </w:t>
      </w:r>
      <w:hyperlink r:id="rId8" w:history="1">
        <w:r w:rsidR="009168BC" w:rsidRPr="00527F4E">
          <w:t>tuleohutuse seaduse</w:t>
        </w:r>
      </w:hyperlink>
      <w:r w:rsidR="00490943" w:rsidRPr="00527F4E">
        <w:t xml:space="preserve"> nõuetest</w:t>
      </w:r>
      <w:r w:rsidR="006A0DC0" w:rsidRPr="00527F4E">
        <w:t>;</w:t>
      </w:r>
    </w:p>
    <w:p w14:paraId="462074AE" w14:textId="77777777" w:rsidR="00627B6D" w:rsidRPr="00527F4E" w:rsidRDefault="00627B6D" w:rsidP="00A71B47">
      <w:pPr>
        <w:pStyle w:val="Loendilik"/>
        <w:numPr>
          <w:ilvl w:val="2"/>
          <w:numId w:val="32"/>
        </w:numPr>
        <w:ind w:left="567" w:hanging="567"/>
        <w:jc w:val="both"/>
      </w:pPr>
      <w:r w:rsidRPr="00527F4E">
        <w:t xml:space="preserve">ürituse korraldamisel kasutama ala viisil, millega püütakse võimalikult ära hoida kahjustusi metsale ja pinnasele; </w:t>
      </w:r>
    </w:p>
    <w:p w14:paraId="66290582" w14:textId="76505D74" w:rsidR="00627B6D" w:rsidRPr="00527F4E" w:rsidRDefault="00627B6D" w:rsidP="00A71B47">
      <w:pPr>
        <w:pStyle w:val="Loendilik"/>
        <w:numPr>
          <w:ilvl w:val="2"/>
          <w:numId w:val="32"/>
        </w:numPr>
        <w:ind w:left="567" w:hanging="567"/>
        <w:jc w:val="both"/>
      </w:pPr>
      <w:r w:rsidRPr="00527F4E">
        <w:t>metsatulekahju, keskkonnareostuse või keskkonnakaitsenõuete rikkumiste</w:t>
      </w:r>
      <w:r w:rsidR="008C0FD3" w:rsidRPr="00527F4E">
        <w:t xml:space="preserve"> </w:t>
      </w:r>
      <w:r w:rsidRPr="00527F4E">
        <w:t>avastamisel informeerima viivitamatult riigimetsa majand</w:t>
      </w:r>
      <w:r w:rsidR="0009340C" w:rsidRPr="00527F4E">
        <w:t xml:space="preserve">ajat, päästeameti häirekeskust </w:t>
      </w:r>
      <w:r w:rsidRPr="00527F4E">
        <w:t xml:space="preserve">ja </w:t>
      </w:r>
      <w:r w:rsidR="001D577C" w:rsidRPr="00527F4E">
        <w:t>Keskkonna</w:t>
      </w:r>
      <w:r w:rsidR="00335C83" w:rsidRPr="00527F4E">
        <w:t>ameti järelevalveosakonda</w:t>
      </w:r>
      <w:r w:rsidRPr="00527F4E">
        <w:t>;</w:t>
      </w:r>
    </w:p>
    <w:p w14:paraId="4EC5454F" w14:textId="77777777" w:rsidR="00627B6D" w:rsidRPr="00527F4E" w:rsidRDefault="00627B6D" w:rsidP="00A71B47">
      <w:pPr>
        <w:pStyle w:val="Loendilik"/>
        <w:numPr>
          <w:ilvl w:val="2"/>
          <w:numId w:val="32"/>
        </w:numPr>
        <w:ind w:left="567" w:hanging="567"/>
        <w:jc w:val="both"/>
      </w:pPr>
      <w:r w:rsidRPr="00527F4E">
        <w:t xml:space="preserve">tagama turvalisuse üritusest osavõtjatele ja korraldajatele ning nende varale, varguste, kallaletungimiste või muu õigusvastase käitumise korral </w:t>
      </w:r>
      <w:r w:rsidR="0009340C" w:rsidRPr="00527F4E">
        <w:t>kutsuma kohale politseitöötaja;</w:t>
      </w:r>
    </w:p>
    <w:p w14:paraId="0100D5EC" w14:textId="77777777" w:rsidR="000821E7" w:rsidRPr="00527F4E" w:rsidRDefault="00627B6D" w:rsidP="00A71B47">
      <w:pPr>
        <w:pStyle w:val="Loendilik"/>
        <w:numPr>
          <w:ilvl w:val="2"/>
          <w:numId w:val="32"/>
        </w:numPr>
        <w:ind w:left="567" w:hanging="567"/>
        <w:jc w:val="both"/>
      </w:pPr>
      <w:r w:rsidRPr="00527F4E">
        <w:lastRenderedPageBreak/>
        <w:t xml:space="preserve">tagama kannatanutele või haigestunutele esmaabi andmise ning vajadusel korraldama üritusel osalejate evakueerimise; </w:t>
      </w:r>
    </w:p>
    <w:p w14:paraId="181B79A1" w14:textId="36BF468B" w:rsidR="00627B6D" w:rsidRPr="00527F4E" w:rsidRDefault="00FE425D" w:rsidP="00A71B47">
      <w:pPr>
        <w:pStyle w:val="Loendilik"/>
        <w:numPr>
          <w:ilvl w:val="2"/>
          <w:numId w:val="32"/>
        </w:numPr>
        <w:ind w:left="567" w:hanging="567"/>
        <w:jc w:val="both"/>
      </w:pPr>
      <w:r w:rsidRPr="00527F4E">
        <w:t xml:space="preserve">pärast ürituse lõppu hiljemalt </w:t>
      </w:r>
      <w:r w:rsidR="00CB6A4D">
        <w:t>7</w:t>
      </w:r>
      <w:r w:rsidR="0009340C" w:rsidRPr="00527F4E">
        <w:t xml:space="preserve"> (</w:t>
      </w:r>
      <w:r w:rsidR="00CB6A4D">
        <w:t>seitsme</w:t>
      </w:r>
      <w:r w:rsidR="0009340C" w:rsidRPr="00527F4E">
        <w:t>)</w:t>
      </w:r>
      <w:r w:rsidR="00627B6D" w:rsidRPr="00527F4E">
        <w:t xml:space="preserve"> kalendripäeva jooksul koristama alalt ürituse korraldamisega tekkinud jäätmed</w:t>
      </w:r>
      <w:r w:rsidR="00A87FC1" w:rsidRPr="00527F4E">
        <w:t>, märkelindid</w:t>
      </w:r>
      <w:r w:rsidR="00627B6D" w:rsidRPr="00527F4E">
        <w:t xml:space="preserve"> </w:t>
      </w:r>
      <w:r w:rsidR="00EB454B" w:rsidRPr="00527F4E">
        <w:t>ja taastama ala kasutuseelsesse seisu</w:t>
      </w:r>
      <w:r w:rsidR="00627B6D" w:rsidRPr="00527F4E">
        <w:t xml:space="preserve">; </w:t>
      </w:r>
    </w:p>
    <w:p w14:paraId="7115E67C" w14:textId="77777777" w:rsidR="00627B6D" w:rsidRPr="00527F4E" w:rsidRDefault="00627B6D" w:rsidP="00A71B47">
      <w:pPr>
        <w:pStyle w:val="Loendilik"/>
        <w:numPr>
          <w:ilvl w:val="2"/>
          <w:numId w:val="32"/>
        </w:numPr>
        <w:ind w:left="567" w:hanging="567"/>
        <w:jc w:val="both"/>
      </w:pPr>
      <w:r w:rsidRPr="00527F4E">
        <w:t>hüvitama RMK-le kõik ürituse korraldamisega riigimetsale tekitatud kahjud</w:t>
      </w:r>
      <w:r w:rsidR="008C0FD3" w:rsidRPr="00527F4E">
        <w:t>;</w:t>
      </w:r>
    </w:p>
    <w:p w14:paraId="14EA5B49" w14:textId="18A49D95" w:rsidR="00335C83" w:rsidRPr="00527F4E" w:rsidRDefault="00335C83" w:rsidP="00A71B47">
      <w:pPr>
        <w:pStyle w:val="Loendilik"/>
        <w:numPr>
          <w:ilvl w:val="2"/>
          <w:numId w:val="32"/>
        </w:numPr>
        <w:ind w:left="567" w:hanging="567"/>
        <w:jc w:val="both"/>
      </w:pPr>
      <w:r w:rsidRPr="00527F4E">
        <w:t>Ürituse läbiviimiseks kasutama vaid kokku lepitud rada</w:t>
      </w:r>
      <w:r w:rsidR="003941A9" w:rsidRPr="00527F4E">
        <w:t>;</w:t>
      </w:r>
    </w:p>
    <w:p w14:paraId="3C0627F1" w14:textId="3112B04D" w:rsidR="00712451" w:rsidRDefault="003941A9" w:rsidP="00A71B47">
      <w:pPr>
        <w:pStyle w:val="Loendilik"/>
        <w:numPr>
          <w:ilvl w:val="2"/>
          <w:numId w:val="32"/>
        </w:numPr>
        <w:ind w:left="567" w:hanging="567"/>
        <w:jc w:val="both"/>
      </w:pPr>
      <w:r w:rsidRPr="00527F4E">
        <w:t xml:space="preserve">Võistlusraja </w:t>
      </w:r>
      <w:r w:rsidR="00E831EC" w:rsidRPr="00527F4E">
        <w:t>ristumistel</w:t>
      </w:r>
      <w:r w:rsidR="00E831EC">
        <w:t xml:space="preserve"> või</w:t>
      </w:r>
      <w:r w:rsidR="00E831EC" w:rsidRPr="00527F4E">
        <w:t xml:space="preserve"> </w:t>
      </w:r>
      <w:r w:rsidRPr="00527F4E">
        <w:t xml:space="preserve">kattumisel </w:t>
      </w:r>
      <w:r w:rsidR="005A61DA">
        <w:t>looduses olevate teede või ra</w:t>
      </w:r>
      <w:r w:rsidR="009526BA">
        <w:t>dadega</w:t>
      </w:r>
      <w:r w:rsidRPr="00527F4E">
        <w:t xml:space="preserve"> </w:t>
      </w:r>
      <w:r w:rsidR="00E831EC">
        <w:t>peab ürituse korraldaja</w:t>
      </w:r>
      <w:r w:rsidRPr="00527F4E">
        <w:t xml:space="preserve"> kindlusta</w:t>
      </w:r>
      <w:r w:rsidR="00B002CE" w:rsidRPr="00527F4E">
        <w:t>ma</w:t>
      </w:r>
      <w:r w:rsidRPr="00527F4E">
        <w:t xml:space="preserve"> </w:t>
      </w:r>
      <w:r w:rsidR="009526BA">
        <w:t>looduses viibijate</w:t>
      </w:r>
      <w:r w:rsidRPr="00527F4E">
        <w:t xml:space="preserve"> turvalisus</w:t>
      </w:r>
      <w:r w:rsidR="00B002CE" w:rsidRPr="00527F4E">
        <w:t>e</w:t>
      </w:r>
      <w:r w:rsidR="006B0565" w:rsidRPr="00527F4E">
        <w:t xml:space="preserve">, </w:t>
      </w:r>
      <w:r w:rsidR="009526BA">
        <w:t xml:space="preserve">paigaldades </w:t>
      </w:r>
      <w:r w:rsidR="002F4F2C">
        <w:t>parklasse infotahvli</w:t>
      </w:r>
      <w:r w:rsidR="00145EB2">
        <w:t xml:space="preserve"> ja </w:t>
      </w:r>
      <w:r w:rsidR="008D761E">
        <w:t xml:space="preserve">radadele piirdelindid, suurematel teedel </w:t>
      </w:r>
      <w:r w:rsidR="006B0565" w:rsidRPr="00527F4E">
        <w:t xml:space="preserve">soovitavalt turvatöötaja </w:t>
      </w:r>
      <w:r w:rsidR="00712451">
        <w:t>või julgestaja nendesse kohtadesse;</w:t>
      </w:r>
    </w:p>
    <w:p w14:paraId="3DEAFFDB" w14:textId="4A5CE3E8" w:rsidR="00712451" w:rsidRDefault="00712451" w:rsidP="00EC1E72">
      <w:pPr>
        <w:pStyle w:val="Loendilik"/>
        <w:numPr>
          <w:ilvl w:val="2"/>
          <w:numId w:val="32"/>
        </w:numPr>
        <w:ind w:left="567" w:hanging="567"/>
        <w:jc w:val="both"/>
      </w:pPr>
      <w:r>
        <w:t xml:space="preserve">RMK juhatuse otsusega 18.01.2022 nr 1-32/1 „RMK kinnisasjade kasutusse andmise juhend“ tulenevalt on ürituse korraldamise </w:t>
      </w:r>
      <w:r w:rsidRPr="00712451">
        <w:rPr>
          <w:b/>
          <w:bCs/>
        </w:rPr>
        <w:t>tasumäär 50 eurot ürituse kohta</w:t>
      </w:r>
      <w:r>
        <w:t xml:space="preserve">. </w:t>
      </w:r>
      <w:r w:rsidRPr="00712451">
        <w:t>Kasutustasule lisandub käibemaks seadusega ettenähtud määras.</w:t>
      </w:r>
    </w:p>
    <w:p w14:paraId="3F2CD269" w14:textId="77777777" w:rsidR="001E000D" w:rsidRDefault="00712451" w:rsidP="00712451">
      <w:pPr>
        <w:jc w:val="both"/>
      </w:pPr>
      <w:r>
        <w:t xml:space="preserve">         Ürituse korraldaja on kohustatud ürituse korraldamise tasu üle kandma RMK kontole nr </w:t>
      </w:r>
      <w:r w:rsidR="001E000D">
        <w:t xml:space="preserve">   </w:t>
      </w:r>
    </w:p>
    <w:p w14:paraId="6702E645" w14:textId="780FB61D" w:rsidR="00712451" w:rsidRDefault="001E000D" w:rsidP="00712451">
      <w:pPr>
        <w:jc w:val="both"/>
      </w:pPr>
      <w:r>
        <w:t xml:space="preserve">          </w:t>
      </w:r>
      <w:r w:rsidR="00712451">
        <w:t xml:space="preserve">EE881010002021370008 SEB pangas RMK arve alusel   </w:t>
      </w:r>
    </w:p>
    <w:p w14:paraId="32AEE6EA" w14:textId="2463D859" w:rsidR="00627B6D" w:rsidRPr="00527F4E" w:rsidRDefault="00712451" w:rsidP="00712451">
      <w:pPr>
        <w:jc w:val="both"/>
      </w:pPr>
      <w:r>
        <w:t xml:space="preserve">          hiljemalt </w:t>
      </w:r>
      <w:r w:rsidR="005C76A2">
        <w:t>1</w:t>
      </w:r>
      <w:r w:rsidR="00EF647B">
        <w:rPr>
          <w:b/>
          <w:bCs/>
        </w:rPr>
        <w:t>5</w:t>
      </w:r>
      <w:r w:rsidRPr="00017A16">
        <w:rPr>
          <w:b/>
          <w:bCs/>
        </w:rPr>
        <w:t>.0</w:t>
      </w:r>
      <w:r w:rsidR="00EF647B">
        <w:rPr>
          <w:b/>
          <w:bCs/>
        </w:rPr>
        <w:t>8</w:t>
      </w:r>
      <w:r w:rsidRPr="00017A16">
        <w:rPr>
          <w:b/>
          <w:bCs/>
        </w:rPr>
        <w:t>.202</w:t>
      </w:r>
      <w:r w:rsidR="00764901" w:rsidRPr="00017A16">
        <w:rPr>
          <w:b/>
          <w:bCs/>
        </w:rPr>
        <w:t>5</w:t>
      </w:r>
      <w:r>
        <w:t xml:space="preserve">. </w:t>
      </w:r>
      <w:r w:rsidR="00627B6D" w:rsidRPr="00527F4E">
        <w:t>Ürituse korraldajal on seoses ürituse korraldamisega keelatud:</w:t>
      </w:r>
    </w:p>
    <w:p w14:paraId="7ADD7E8A" w14:textId="77777777" w:rsidR="00CB5868" w:rsidRPr="00527F4E" w:rsidRDefault="00627B6D" w:rsidP="00CB5868">
      <w:pPr>
        <w:pStyle w:val="Loendilik"/>
        <w:numPr>
          <w:ilvl w:val="2"/>
          <w:numId w:val="37"/>
        </w:numPr>
        <w:ind w:left="567" w:hanging="567"/>
        <w:jc w:val="both"/>
      </w:pPr>
      <w:r w:rsidRPr="00527F4E">
        <w:t>langetada puid</w:t>
      </w:r>
      <w:r w:rsidR="00CB5868" w:rsidRPr="00527F4E">
        <w:t>;</w:t>
      </w:r>
    </w:p>
    <w:p w14:paraId="1E4C64AD" w14:textId="77777777" w:rsidR="00627B6D" w:rsidRPr="00527F4E" w:rsidRDefault="00627B6D" w:rsidP="00CB5868">
      <w:pPr>
        <w:pStyle w:val="Loendilik"/>
        <w:numPr>
          <w:ilvl w:val="2"/>
          <w:numId w:val="37"/>
        </w:numPr>
        <w:ind w:left="567" w:hanging="567"/>
        <w:jc w:val="both"/>
      </w:pPr>
      <w:r w:rsidRPr="00527F4E">
        <w:t>püstitada ehitisi ja kaevata kraave;</w:t>
      </w:r>
    </w:p>
    <w:p w14:paraId="73BF1417" w14:textId="77777777" w:rsidR="00627B6D" w:rsidRPr="00527F4E" w:rsidRDefault="00627B6D" w:rsidP="00CB5868">
      <w:pPr>
        <w:pStyle w:val="Loendilik"/>
        <w:numPr>
          <w:ilvl w:val="2"/>
          <w:numId w:val="37"/>
        </w:numPr>
        <w:ind w:left="567" w:hanging="567"/>
        <w:jc w:val="both"/>
      </w:pPr>
      <w:r w:rsidRPr="00527F4E">
        <w:t xml:space="preserve">prahistada riigimetsa jäätmetega; </w:t>
      </w:r>
    </w:p>
    <w:p w14:paraId="0472AEFE" w14:textId="77777777" w:rsidR="00627B6D" w:rsidRPr="00527F4E" w:rsidRDefault="00627B6D" w:rsidP="00CB5868">
      <w:pPr>
        <w:pStyle w:val="Loendilik"/>
        <w:numPr>
          <w:ilvl w:val="2"/>
          <w:numId w:val="37"/>
        </w:numPr>
        <w:ind w:left="567" w:hanging="567"/>
        <w:jc w:val="both"/>
      </w:pPr>
      <w:r w:rsidRPr="00527F4E">
        <w:t>häirida kohalike elanike öörahu;</w:t>
      </w:r>
    </w:p>
    <w:p w14:paraId="3EB00AD5" w14:textId="77777777" w:rsidR="00627B6D" w:rsidRPr="00527F4E" w:rsidRDefault="00627B6D" w:rsidP="00CB5868">
      <w:pPr>
        <w:pStyle w:val="Loendilik"/>
        <w:numPr>
          <w:ilvl w:val="2"/>
          <w:numId w:val="37"/>
        </w:numPr>
        <w:ind w:left="567" w:hanging="567"/>
        <w:jc w:val="both"/>
      </w:pPr>
      <w:r w:rsidRPr="00527F4E">
        <w:t xml:space="preserve">häirida loomade ja lindude elupaiku; </w:t>
      </w:r>
    </w:p>
    <w:p w14:paraId="029C6EF1" w14:textId="77777777" w:rsidR="00223671" w:rsidRPr="00527F4E" w:rsidRDefault="00627B6D" w:rsidP="00CB5868">
      <w:pPr>
        <w:pStyle w:val="Loendilik"/>
        <w:numPr>
          <w:ilvl w:val="2"/>
          <w:numId w:val="37"/>
        </w:numPr>
        <w:ind w:left="567" w:hanging="567"/>
        <w:jc w:val="both"/>
      </w:pPr>
      <w:r w:rsidRPr="00527F4E">
        <w:t>teha lõket selleks ettevalmistamata kohtades ja muu tegevus, m</w:t>
      </w:r>
      <w:r w:rsidR="00223671" w:rsidRPr="00527F4E">
        <w:t>is võib tekitada metsatulekahju.</w:t>
      </w:r>
    </w:p>
    <w:p w14:paraId="4658B3B2" w14:textId="77777777" w:rsidR="00627B6D" w:rsidRPr="00527F4E" w:rsidRDefault="00627B6D" w:rsidP="00CB5868">
      <w:pPr>
        <w:pStyle w:val="Loendilik"/>
        <w:numPr>
          <w:ilvl w:val="1"/>
          <w:numId w:val="28"/>
        </w:numPr>
        <w:jc w:val="both"/>
      </w:pPr>
      <w:r w:rsidRPr="00527F4E">
        <w:t>RMK-l on õigus</w:t>
      </w:r>
      <w:r w:rsidR="00BF0AE0" w:rsidRPr="00527F4E">
        <w:t>:</w:t>
      </w:r>
      <w:r w:rsidRPr="00527F4E">
        <w:t xml:space="preserve"> </w:t>
      </w:r>
    </w:p>
    <w:p w14:paraId="53F28A95" w14:textId="77777777" w:rsidR="00627B6D" w:rsidRPr="00527F4E" w:rsidRDefault="00627B6D" w:rsidP="00053291">
      <w:pPr>
        <w:pStyle w:val="Loendilik"/>
        <w:numPr>
          <w:ilvl w:val="2"/>
          <w:numId w:val="38"/>
        </w:numPr>
        <w:ind w:left="567" w:hanging="567"/>
        <w:jc w:val="both"/>
      </w:pPr>
      <w:r w:rsidRPr="00527F4E">
        <w:t>tulekaitse kaalutlustel, metsa ökosüsteemi või sihtide, teede ja teiste rajatiste kaitseks peatada või keelata metsa kasutajal ala kasutamine, kui ilmastikutingimused ei võimalda metsa või rajatisi kasutada ilma metsa või rajatisi kahjustamata või ohtu seadmata;</w:t>
      </w:r>
    </w:p>
    <w:p w14:paraId="1ABB5B96" w14:textId="77777777" w:rsidR="00627B6D" w:rsidRPr="00527F4E" w:rsidRDefault="00627B6D" w:rsidP="00E81947">
      <w:pPr>
        <w:jc w:val="both"/>
        <w:rPr>
          <w:b/>
          <w:bCs/>
        </w:rPr>
      </w:pPr>
      <w:r w:rsidRPr="00527F4E">
        <w:t xml:space="preserve"> </w:t>
      </w:r>
    </w:p>
    <w:p w14:paraId="20B53AB9" w14:textId="77777777" w:rsidR="00627B6D" w:rsidRPr="00527F4E" w:rsidRDefault="00E07880" w:rsidP="00C3044B">
      <w:pPr>
        <w:pStyle w:val="Loendilik"/>
        <w:numPr>
          <w:ilvl w:val="0"/>
          <w:numId w:val="28"/>
        </w:numPr>
        <w:jc w:val="both"/>
        <w:rPr>
          <w:b/>
          <w:bCs/>
        </w:rPr>
      </w:pPr>
      <w:r w:rsidRPr="00527F4E">
        <w:rPr>
          <w:b/>
          <w:bCs/>
        </w:rPr>
        <w:t>K</w:t>
      </w:r>
      <w:r w:rsidR="00627B6D" w:rsidRPr="00527F4E">
        <w:rPr>
          <w:b/>
          <w:bCs/>
        </w:rPr>
        <w:t>ahjude kindlaksmääramine ja hüvitamine</w:t>
      </w:r>
    </w:p>
    <w:p w14:paraId="639A8BA5" w14:textId="77777777" w:rsidR="007A2572" w:rsidRPr="00527F4E" w:rsidRDefault="007A2572" w:rsidP="00705F9E">
      <w:pPr>
        <w:pStyle w:val="Loendilik"/>
        <w:numPr>
          <w:ilvl w:val="1"/>
          <w:numId w:val="28"/>
        </w:numPr>
        <w:jc w:val="both"/>
      </w:pPr>
      <w:r w:rsidRPr="00527F4E">
        <w:t xml:space="preserve">Pärast kasutamise lõpetamist ja koristustööde läbiviimise teate saamist </w:t>
      </w:r>
      <w:r w:rsidR="008C0FD3" w:rsidRPr="00527F4E">
        <w:t>ürituse korraldajalt</w:t>
      </w:r>
      <w:r w:rsidRPr="00527F4E">
        <w:t xml:space="preserve"> viib RMK läbi kasutusse antud ala ülevaatuse. Ülevaatuse kohta koostatakse akt juhul, kui ilmnevad puudused.</w:t>
      </w:r>
    </w:p>
    <w:p w14:paraId="3AEC1AE0" w14:textId="77777777" w:rsidR="007A2572" w:rsidRPr="00527F4E" w:rsidRDefault="007A2572" w:rsidP="00705F9E">
      <w:pPr>
        <w:pStyle w:val="Loendilik"/>
        <w:numPr>
          <w:ilvl w:val="1"/>
          <w:numId w:val="28"/>
        </w:numPr>
        <w:jc w:val="both"/>
      </w:pPr>
      <w:r w:rsidRPr="00527F4E">
        <w:t xml:space="preserve">Juhul, kui </w:t>
      </w:r>
      <w:r w:rsidR="008C0FD3" w:rsidRPr="00527F4E">
        <w:t xml:space="preserve">ürituse korraldaja </w:t>
      </w:r>
      <w:r w:rsidRPr="00527F4E">
        <w:t>on ala kahjustanud või ebapiisavalt koristanud, siis saad</w:t>
      </w:r>
      <w:r w:rsidR="008C0FD3" w:rsidRPr="00527F4E">
        <w:t>ab RMK</w:t>
      </w:r>
      <w:r w:rsidR="00E47749" w:rsidRPr="00527F4E">
        <w:t xml:space="preserve"> </w:t>
      </w:r>
      <w:r w:rsidR="008C0FD3" w:rsidRPr="00527F4E">
        <w:t>ürituse korraldajale</w:t>
      </w:r>
      <w:r w:rsidRPr="00527F4E">
        <w:t xml:space="preserve"> ülevaatuse akt</w:t>
      </w:r>
      <w:r w:rsidR="008C0FD3" w:rsidRPr="00527F4E">
        <w:t>i</w:t>
      </w:r>
      <w:r w:rsidRPr="00527F4E">
        <w:t xml:space="preserve"> puuduste loeteluga ja korrastamise tähtaegadega. Kasutajal on õigus viibida ülevaatuse juures ja anda selgitusi.</w:t>
      </w:r>
    </w:p>
    <w:p w14:paraId="0ECFC65D" w14:textId="601F9AAC" w:rsidR="008C0FD3" w:rsidRPr="00527F4E" w:rsidRDefault="007A2572" w:rsidP="00705F9E">
      <w:pPr>
        <w:pStyle w:val="Loendilik"/>
        <w:numPr>
          <w:ilvl w:val="1"/>
          <w:numId w:val="28"/>
        </w:numPr>
        <w:jc w:val="both"/>
      </w:pPr>
      <w:r w:rsidRPr="00527F4E">
        <w:t xml:space="preserve">Puuduste tähtaegse kõrvaldamata </w:t>
      </w:r>
      <w:r w:rsidR="008C0FD3" w:rsidRPr="00527F4E">
        <w:t xml:space="preserve">või taastamis- ja/või koristustööde tegemata jätmise </w:t>
      </w:r>
      <w:r w:rsidRPr="00527F4E">
        <w:t xml:space="preserve">korral </w:t>
      </w:r>
      <w:r w:rsidR="008C0FD3" w:rsidRPr="00527F4E">
        <w:t xml:space="preserve">ürituse korraldaja </w:t>
      </w:r>
      <w:r w:rsidRPr="00527F4E">
        <w:t xml:space="preserve">poolt likvideerib RMK puudused ise või tellib puuduste likvideerimise kolmandalt isikult ning nõuab kulutatud summa </w:t>
      </w:r>
      <w:r w:rsidR="008C0FD3" w:rsidRPr="00527F4E">
        <w:t xml:space="preserve">ürituse korraldajalt </w:t>
      </w:r>
      <w:r w:rsidRPr="00527F4E">
        <w:t xml:space="preserve">sisse. RMK esitab </w:t>
      </w:r>
      <w:r w:rsidR="008C0FD3" w:rsidRPr="00527F4E">
        <w:t xml:space="preserve">ürituse korraldajale </w:t>
      </w:r>
      <w:r w:rsidRPr="00527F4E">
        <w:t xml:space="preserve">sellekohase kirjaliku nõude. </w:t>
      </w:r>
      <w:r w:rsidR="00FE425D" w:rsidRPr="00527F4E">
        <w:t>Hilisemate vaidluste ärahoidmiseks tuleb võistlusraja ettevalmistamisel avastatud rikkumistest teha foto ja saata RMK-le.</w:t>
      </w:r>
    </w:p>
    <w:p w14:paraId="53F9A019" w14:textId="77777777" w:rsidR="00627B6D" w:rsidRPr="00527F4E" w:rsidRDefault="00672972" w:rsidP="00705F9E">
      <w:pPr>
        <w:pStyle w:val="Loendilik"/>
        <w:numPr>
          <w:ilvl w:val="1"/>
          <w:numId w:val="28"/>
        </w:numPr>
        <w:jc w:val="both"/>
      </w:pPr>
      <w:r w:rsidRPr="00527F4E">
        <w:t xml:space="preserve">Puuduste likvideerimise kulude </w:t>
      </w:r>
      <w:r w:rsidR="008C0FD3" w:rsidRPr="00527F4E">
        <w:t xml:space="preserve">hüvitamisega </w:t>
      </w:r>
      <w:r w:rsidR="007A2572" w:rsidRPr="00527F4E">
        <w:t xml:space="preserve">viivitamise korral on ürituse korraldaja kohustatud tasuma viivist 0,15% </w:t>
      </w:r>
      <w:r w:rsidR="00374F7C" w:rsidRPr="00527F4E">
        <w:t>tasumisele kuuluvast summast iga tasumisega viivitatud  kalendripäeva eest</w:t>
      </w:r>
      <w:r w:rsidR="007A2572" w:rsidRPr="00527F4E">
        <w:t>.</w:t>
      </w:r>
    </w:p>
    <w:p w14:paraId="2A7FAF68" w14:textId="77777777" w:rsidR="00C829A0" w:rsidRDefault="00C829A0" w:rsidP="007A2572">
      <w:pPr>
        <w:jc w:val="both"/>
      </w:pPr>
    </w:p>
    <w:p w14:paraId="7F78F7D4" w14:textId="77777777" w:rsidR="003419F3" w:rsidRDefault="00C829A0" w:rsidP="00C829A0">
      <w:pPr>
        <w:pStyle w:val="Loendilik"/>
        <w:numPr>
          <w:ilvl w:val="0"/>
          <w:numId w:val="28"/>
        </w:numPr>
        <w:jc w:val="both"/>
        <w:rPr>
          <w:b/>
        </w:rPr>
      </w:pPr>
      <w:r w:rsidRPr="002B287B">
        <w:rPr>
          <w:b/>
        </w:rPr>
        <w:t>Poolte esindajad ja kontaktandmed</w:t>
      </w:r>
    </w:p>
    <w:p w14:paraId="5EC8720E" w14:textId="174001A6" w:rsidR="003419F3" w:rsidRDefault="00C829A0" w:rsidP="00705F9E">
      <w:pPr>
        <w:pStyle w:val="Loendilik"/>
        <w:numPr>
          <w:ilvl w:val="1"/>
          <w:numId w:val="28"/>
        </w:numPr>
        <w:jc w:val="both"/>
      </w:pPr>
      <w:r w:rsidRPr="003419F3">
        <w:t xml:space="preserve">RMK esindaja on RMK </w:t>
      </w:r>
      <w:r w:rsidR="00E831EC">
        <w:t>Kirde regiooni</w:t>
      </w:r>
      <w:r w:rsidR="00A87FC1">
        <w:t xml:space="preserve"> metsaülem </w:t>
      </w:r>
      <w:r w:rsidR="00E831EC">
        <w:t>Peeter Puhke</w:t>
      </w:r>
      <w:r w:rsidR="00A87FC1">
        <w:t xml:space="preserve">, </w:t>
      </w:r>
      <w:r w:rsidR="00871642">
        <w:t xml:space="preserve">tel </w:t>
      </w:r>
      <w:r w:rsidR="00E831EC">
        <w:t>5038772</w:t>
      </w:r>
      <w:r w:rsidR="00A87FC1">
        <w:t xml:space="preserve">, </w:t>
      </w:r>
      <w:r w:rsidR="00871642">
        <w:t xml:space="preserve">e-post </w:t>
      </w:r>
      <w:hyperlink r:id="rId9" w:history="1">
        <w:r w:rsidR="00E831EC" w:rsidRPr="009D6049">
          <w:rPr>
            <w:rStyle w:val="Hperlink"/>
          </w:rPr>
          <w:t>peeter.puhke@rmk.ee</w:t>
        </w:r>
      </w:hyperlink>
      <w:r w:rsidR="00A87FC1">
        <w:t xml:space="preserve"> </w:t>
      </w:r>
      <w:r w:rsidRPr="003419F3">
        <w:t xml:space="preserve"> </w:t>
      </w:r>
    </w:p>
    <w:p w14:paraId="1FBC2340" w14:textId="634AC2F5" w:rsidR="00C829A0" w:rsidRPr="00BC31D6" w:rsidRDefault="00871642" w:rsidP="00F45F00">
      <w:pPr>
        <w:pStyle w:val="Loendilik"/>
        <w:numPr>
          <w:ilvl w:val="1"/>
          <w:numId w:val="28"/>
        </w:numPr>
        <w:jc w:val="both"/>
        <w:rPr>
          <w:rStyle w:val="Hperlink"/>
          <w:color w:val="auto"/>
          <w:u w:val="none"/>
        </w:rPr>
      </w:pPr>
      <w:r>
        <w:t xml:space="preserve">Ürituse korraldaja </w:t>
      </w:r>
      <w:r w:rsidRPr="00527F4E">
        <w:t xml:space="preserve">esindaja on </w:t>
      </w:r>
      <w:r w:rsidR="00F45F00" w:rsidRPr="00527F4E">
        <w:t xml:space="preserve">MTÜ TAMK juhatuse liige </w:t>
      </w:r>
      <w:r w:rsidR="0038349C" w:rsidRPr="0038349C">
        <w:t>Toomas Merilai</w:t>
      </w:r>
      <w:r w:rsidR="00BC31D6" w:rsidRPr="00527F4E">
        <w:t xml:space="preserve">, tel. </w:t>
      </w:r>
      <w:r w:rsidR="00321291" w:rsidRPr="00321291">
        <w:t>55956626</w:t>
      </w:r>
      <w:r w:rsidR="00BC31D6" w:rsidRPr="00527F4E">
        <w:t xml:space="preserve">, </w:t>
      </w:r>
      <w:r w:rsidR="00BC31D6" w:rsidRPr="000349BA">
        <w:t xml:space="preserve">e-post </w:t>
      </w:r>
      <w:hyperlink r:id="rId10" w:history="1">
        <w:r w:rsidR="00F45F00" w:rsidRPr="003B5669">
          <w:rPr>
            <w:rStyle w:val="Hperlink"/>
          </w:rPr>
          <w:t>tamk.mtu@gmail.com</w:t>
        </w:r>
      </w:hyperlink>
      <w:r w:rsidR="00F45F00">
        <w:t xml:space="preserve"> </w:t>
      </w:r>
    </w:p>
    <w:p w14:paraId="29CCF2C2" w14:textId="77777777" w:rsidR="001E000D" w:rsidRDefault="001E000D" w:rsidP="00BC31D6">
      <w:pPr>
        <w:jc w:val="both"/>
      </w:pPr>
    </w:p>
    <w:p w14:paraId="03B37C4E" w14:textId="77777777" w:rsidR="00522C91" w:rsidRDefault="00522C91" w:rsidP="00BC31D6">
      <w:pPr>
        <w:jc w:val="both"/>
      </w:pPr>
    </w:p>
    <w:p w14:paraId="7F66396A" w14:textId="77777777" w:rsidR="00522C91" w:rsidRDefault="00522C91" w:rsidP="00BC31D6">
      <w:pPr>
        <w:jc w:val="both"/>
      </w:pPr>
    </w:p>
    <w:p w14:paraId="4253AC6B" w14:textId="77777777" w:rsidR="00522C91" w:rsidRDefault="00522C91" w:rsidP="00BC31D6">
      <w:pPr>
        <w:jc w:val="both"/>
      </w:pPr>
    </w:p>
    <w:p w14:paraId="491B83F9" w14:textId="77777777" w:rsidR="006B0565" w:rsidRDefault="006B0565" w:rsidP="00BC31D6">
      <w:pPr>
        <w:jc w:val="both"/>
      </w:pPr>
    </w:p>
    <w:p w14:paraId="64091952" w14:textId="77777777" w:rsidR="006B0565" w:rsidRDefault="006B0565" w:rsidP="00BC31D6">
      <w:pPr>
        <w:jc w:val="both"/>
      </w:pPr>
    </w:p>
    <w:p w14:paraId="0FA11A28" w14:textId="1741ABBF" w:rsidR="00C829A0" w:rsidRPr="00522C91" w:rsidRDefault="00C829A0" w:rsidP="00522C91">
      <w:pPr>
        <w:pStyle w:val="Loendilik"/>
        <w:numPr>
          <w:ilvl w:val="0"/>
          <w:numId w:val="28"/>
        </w:numPr>
        <w:jc w:val="both"/>
        <w:rPr>
          <w:b/>
        </w:rPr>
      </w:pPr>
      <w:r w:rsidRPr="00522C91">
        <w:rPr>
          <w:b/>
        </w:rPr>
        <w:t>Teadete edastamine</w:t>
      </w:r>
    </w:p>
    <w:p w14:paraId="32752415" w14:textId="77777777" w:rsidR="00C829A0" w:rsidRDefault="00C829A0" w:rsidP="00705F9E">
      <w:pPr>
        <w:pStyle w:val="Loendilik"/>
        <w:numPr>
          <w:ilvl w:val="1"/>
          <w:numId w:val="28"/>
        </w:numPr>
        <w:jc w:val="both"/>
      </w:pPr>
      <w:r>
        <w:t>Lepinguga seotud teated edastatakse telefoni teel või e-kirja teel poole lepingus märgitud e-posti aadressile. Kontaktandmete muutusest on pool kohustatud koheselt informeerima teist poolt.</w:t>
      </w:r>
    </w:p>
    <w:p w14:paraId="52F61245" w14:textId="77777777" w:rsidR="00C829A0" w:rsidRDefault="00C829A0" w:rsidP="00705F9E">
      <w:pPr>
        <w:pStyle w:val="Loendilik"/>
        <w:numPr>
          <w:ilvl w:val="1"/>
          <w:numId w:val="28"/>
        </w:numPr>
        <w:jc w:val="both"/>
      </w:pPr>
      <w:r>
        <w:t>E-kirja teel edastatud teated peetakse kättesaaduks alates teate edastamisele järgnevast tööpäevast.</w:t>
      </w:r>
    </w:p>
    <w:p w14:paraId="4527B656" w14:textId="77777777" w:rsidR="00C829A0" w:rsidRDefault="00C829A0" w:rsidP="00705F9E">
      <w:pPr>
        <w:pStyle w:val="Loendilik"/>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F8ACFD8" w14:textId="77777777" w:rsidR="00C829A0" w:rsidRDefault="00C829A0" w:rsidP="00C829A0">
      <w:pPr>
        <w:jc w:val="both"/>
      </w:pPr>
    </w:p>
    <w:p w14:paraId="2B5459B4" w14:textId="77777777" w:rsidR="00C829A0" w:rsidRPr="002B287B" w:rsidRDefault="00C829A0" w:rsidP="00C3044B">
      <w:pPr>
        <w:pStyle w:val="Loendilik"/>
        <w:numPr>
          <w:ilvl w:val="0"/>
          <w:numId w:val="28"/>
        </w:numPr>
        <w:jc w:val="both"/>
        <w:rPr>
          <w:b/>
        </w:rPr>
      </w:pPr>
      <w:r w:rsidRPr="002B287B">
        <w:rPr>
          <w:b/>
        </w:rPr>
        <w:t>Lepingu lõppemine ja lõpetamine</w:t>
      </w:r>
    </w:p>
    <w:p w14:paraId="5E0205C3" w14:textId="77777777" w:rsidR="00C829A0" w:rsidRPr="000349BA" w:rsidRDefault="00C829A0" w:rsidP="00053291">
      <w:pPr>
        <w:pStyle w:val="Loendilik"/>
        <w:numPr>
          <w:ilvl w:val="1"/>
          <w:numId w:val="28"/>
        </w:numPr>
        <w:jc w:val="both"/>
      </w:pPr>
      <w:r>
        <w:t xml:space="preserve">Leping lõpeb, kui lepingust tulenevad poolte kohustused on mõlemapoolselt täielikult ja nõuetekohaselt </w:t>
      </w:r>
      <w:r w:rsidRPr="000349BA">
        <w:t>täidetud või seoses lepingu tähtaja saabumisega.</w:t>
      </w:r>
    </w:p>
    <w:p w14:paraId="0EA3EC99" w14:textId="149C2688" w:rsidR="00C829A0" w:rsidRPr="000349BA" w:rsidRDefault="00C829A0" w:rsidP="00053291">
      <w:pPr>
        <w:pStyle w:val="Loendilik"/>
        <w:numPr>
          <w:ilvl w:val="1"/>
          <w:numId w:val="28"/>
        </w:numPr>
        <w:jc w:val="both"/>
      </w:pPr>
      <w:r w:rsidRPr="000349BA">
        <w:t xml:space="preserve">Kumbki pool võib käesoleva lepingu ennetähtaegselt üles öelda teatades sellest teisele poolele kirjalikult ette </w:t>
      </w:r>
      <w:r w:rsidR="007030D2" w:rsidRPr="000349BA">
        <w:t>kaks nädalat</w:t>
      </w:r>
      <w:r w:rsidR="00871642" w:rsidRPr="000349BA">
        <w:t>.</w:t>
      </w:r>
    </w:p>
    <w:p w14:paraId="41B86C7E" w14:textId="77777777" w:rsidR="00C829A0" w:rsidRPr="000349BA" w:rsidRDefault="00C829A0" w:rsidP="00053291">
      <w:pPr>
        <w:pStyle w:val="Loendilik"/>
        <w:numPr>
          <w:ilvl w:val="1"/>
          <w:numId w:val="28"/>
        </w:numPr>
        <w:jc w:val="both"/>
      </w:pPr>
      <w:r w:rsidRPr="000349BA">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5B26FF7B" w14:textId="77777777" w:rsidR="00C829A0" w:rsidRPr="000349BA" w:rsidRDefault="00C829A0" w:rsidP="00C829A0">
      <w:pPr>
        <w:jc w:val="both"/>
      </w:pPr>
    </w:p>
    <w:p w14:paraId="0223E622" w14:textId="77777777" w:rsidR="00C829A0" w:rsidRPr="000349BA" w:rsidRDefault="00C829A0" w:rsidP="00C3044B">
      <w:pPr>
        <w:pStyle w:val="Loendilik"/>
        <w:numPr>
          <w:ilvl w:val="0"/>
          <w:numId w:val="28"/>
        </w:numPr>
        <w:jc w:val="both"/>
        <w:rPr>
          <w:b/>
        </w:rPr>
      </w:pPr>
      <w:r w:rsidRPr="000349BA">
        <w:rPr>
          <w:b/>
        </w:rPr>
        <w:t>Lõppsätted</w:t>
      </w:r>
    </w:p>
    <w:p w14:paraId="36404EAA" w14:textId="77777777" w:rsidR="00C829A0" w:rsidRPr="000349BA" w:rsidRDefault="00486AA0" w:rsidP="00053291">
      <w:pPr>
        <w:pStyle w:val="Loendilik"/>
        <w:numPr>
          <w:ilvl w:val="1"/>
          <w:numId w:val="28"/>
        </w:numPr>
        <w:jc w:val="both"/>
      </w:pPr>
      <w:r w:rsidRPr="000349BA">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5C169EF5" w14:textId="77777777" w:rsidR="00C829A0" w:rsidRPr="000349BA" w:rsidRDefault="00C829A0" w:rsidP="00053291">
      <w:pPr>
        <w:pStyle w:val="Loendilik"/>
        <w:numPr>
          <w:ilvl w:val="1"/>
          <w:numId w:val="28"/>
        </w:numPr>
        <w:jc w:val="both"/>
      </w:pPr>
      <w:r w:rsidRPr="000349BA">
        <w:t>Lepinguga seonduvaid eriarvamusi ja vaidlusi lahendavad pooled eelkõige läbirääkimiste teel. Kui lepingust tulenevaid vaidlusi ei õnnestu lahendada poolte läbirääkimistega, lahendatakse vaidlus õigusaktidega kehtestatud korras.</w:t>
      </w:r>
    </w:p>
    <w:p w14:paraId="6ADD0D9E" w14:textId="2160AB7F" w:rsidR="005A22F0" w:rsidRPr="000349BA" w:rsidRDefault="00EF647B" w:rsidP="00053291">
      <w:pPr>
        <w:pStyle w:val="Loendilik"/>
        <w:numPr>
          <w:ilvl w:val="1"/>
          <w:numId w:val="28"/>
        </w:numPr>
        <w:jc w:val="both"/>
        <w:rPr>
          <w:rFonts w:eastAsia="MS Mincho"/>
        </w:rPr>
      </w:pPr>
      <w:sdt>
        <w:sdtPr>
          <w:id w:val="-189151537"/>
          <w:placeholder>
            <w:docPart w:val="E2F4E453C0D148BB80B3FA7614AC8798"/>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7030D2" w:rsidRPr="000349BA">
            <w:t>Leping on allkirjastatud digitaalselt.</w:t>
          </w:r>
        </w:sdtContent>
      </w:sdt>
    </w:p>
    <w:p w14:paraId="3D6066D3" w14:textId="77777777" w:rsidR="00C829A0" w:rsidRPr="000349BA" w:rsidRDefault="00C829A0" w:rsidP="007A2572">
      <w:pPr>
        <w:jc w:val="both"/>
      </w:pPr>
    </w:p>
    <w:p w14:paraId="36559361" w14:textId="77777777" w:rsidR="00627B6D" w:rsidRPr="000349BA" w:rsidRDefault="00627B6D" w:rsidP="00E81947">
      <w:pPr>
        <w:jc w:val="both"/>
      </w:pPr>
    </w:p>
    <w:p w14:paraId="0C03CB34" w14:textId="77777777" w:rsidR="00BE00C1" w:rsidRPr="000349BA" w:rsidRDefault="00BE00C1" w:rsidP="00E81947">
      <w:pPr>
        <w:spacing w:line="240" w:lineRule="exact"/>
        <w:jc w:val="both"/>
        <w:rPr>
          <w:b/>
        </w:rPr>
      </w:pPr>
      <w:r w:rsidRPr="000349BA">
        <w:rPr>
          <w:b/>
        </w:rPr>
        <w:t>Poolt</w:t>
      </w:r>
      <w:r w:rsidR="00FA61C7" w:rsidRPr="000349BA">
        <w:rPr>
          <w:b/>
        </w:rPr>
        <w:t>e andmed ja allkirjad</w:t>
      </w:r>
    </w:p>
    <w:p w14:paraId="08975100" w14:textId="77777777" w:rsidR="00BE00C1" w:rsidRPr="000349BA" w:rsidRDefault="00BE00C1" w:rsidP="00E81947">
      <w:pPr>
        <w:pStyle w:val="Pealkiri1"/>
        <w:jc w:val="both"/>
        <w:rPr>
          <w:b w:val="0"/>
          <w:bCs w:val="0"/>
        </w:rPr>
      </w:pPr>
    </w:p>
    <w:p w14:paraId="300B2EF0" w14:textId="77777777" w:rsidR="00BE00C1" w:rsidRPr="000349BA" w:rsidRDefault="00BE00C1" w:rsidP="00E81947">
      <w:pPr>
        <w:pStyle w:val="Pealkiri1"/>
        <w:jc w:val="both"/>
        <w:rPr>
          <w:bCs w:val="0"/>
          <w:sz w:val="24"/>
        </w:rPr>
      </w:pPr>
      <w:r w:rsidRPr="000349BA">
        <w:rPr>
          <w:bCs w:val="0"/>
          <w:sz w:val="24"/>
        </w:rPr>
        <w:t>RMK</w:t>
      </w:r>
      <w:r w:rsidRPr="000349BA">
        <w:rPr>
          <w:b w:val="0"/>
          <w:bCs w:val="0"/>
          <w:sz w:val="24"/>
        </w:rPr>
        <w:tab/>
      </w:r>
      <w:r w:rsidRPr="000349BA">
        <w:rPr>
          <w:b w:val="0"/>
          <w:bCs w:val="0"/>
        </w:rPr>
        <w:tab/>
      </w:r>
      <w:r w:rsidRPr="000349BA">
        <w:rPr>
          <w:b w:val="0"/>
          <w:bCs w:val="0"/>
        </w:rPr>
        <w:tab/>
      </w:r>
      <w:r w:rsidRPr="000349BA">
        <w:rPr>
          <w:b w:val="0"/>
          <w:bCs w:val="0"/>
        </w:rPr>
        <w:tab/>
      </w:r>
      <w:r w:rsidRPr="000349BA">
        <w:rPr>
          <w:b w:val="0"/>
          <w:bCs w:val="0"/>
        </w:rPr>
        <w:tab/>
      </w:r>
      <w:r w:rsidRPr="000349BA">
        <w:rPr>
          <w:b w:val="0"/>
          <w:bCs w:val="0"/>
        </w:rPr>
        <w:tab/>
      </w:r>
      <w:r w:rsidRPr="000349BA">
        <w:rPr>
          <w:bCs w:val="0"/>
          <w:sz w:val="24"/>
        </w:rPr>
        <w:t>Ürituse korraldaja</w:t>
      </w:r>
    </w:p>
    <w:p w14:paraId="38148108" w14:textId="77777777" w:rsidR="00FC73EB" w:rsidRPr="00527F4E" w:rsidRDefault="00FC73EB" w:rsidP="00FC73EB"/>
    <w:p w14:paraId="05A6F391" w14:textId="11E515BC" w:rsidR="00BE00C1" w:rsidRPr="00527F4E" w:rsidRDefault="00BE00C1" w:rsidP="00E81947">
      <w:pPr>
        <w:jc w:val="both"/>
      </w:pPr>
      <w:r w:rsidRPr="00527F4E">
        <w:t>Riigimetsa Majan</w:t>
      </w:r>
      <w:r w:rsidR="00ED1B93" w:rsidRPr="00527F4E">
        <w:t>damise Keskus</w:t>
      </w:r>
      <w:r w:rsidR="00ED1B93" w:rsidRPr="00527F4E">
        <w:tab/>
      </w:r>
      <w:r w:rsidR="00ED1B93" w:rsidRPr="00527F4E">
        <w:tab/>
      </w:r>
      <w:r w:rsidR="006D054B" w:rsidRPr="00527F4E">
        <w:t>MTÜ TAMK</w:t>
      </w:r>
    </w:p>
    <w:p w14:paraId="70DAA51D" w14:textId="3B058AAF" w:rsidR="00BE00C1" w:rsidRPr="00527F4E" w:rsidRDefault="00533DCE" w:rsidP="00E81947">
      <w:pPr>
        <w:jc w:val="both"/>
      </w:pPr>
      <w:r w:rsidRPr="00527F4E">
        <w:t>Registrikood 70004459</w:t>
      </w:r>
      <w:r w:rsidR="00BE00C1" w:rsidRPr="00527F4E">
        <w:tab/>
      </w:r>
      <w:r w:rsidR="00BE00C1" w:rsidRPr="00527F4E">
        <w:tab/>
      </w:r>
      <w:r w:rsidR="00BE00C1" w:rsidRPr="00527F4E">
        <w:tab/>
      </w:r>
      <w:r w:rsidR="00243412" w:rsidRPr="00527F4E">
        <w:t xml:space="preserve">Registrikood </w:t>
      </w:r>
      <w:r w:rsidR="006D054B" w:rsidRPr="00527F4E">
        <w:t>80589403</w:t>
      </w:r>
    </w:p>
    <w:p w14:paraId="0EFD4685" w14:textId="70F6366D" w:rsidR="00BE00C1" w:rsidRPr="00527F4E" w:rsidRDefault="00E831EC" w:rsidP="00E81947">
      <w:pPr>
        <w:jc w:val="both"/>
      </w:pPr>
      <w:r>
        <w:t xml:space="preserve">Mõisa/3, </w:t>
      </w:r>
      <w:r w:rsidR="007367A5" w:rsidRPr="00527F4E">
        <w:t xml:space="preserve">Sagadi küla, </w:t>
      </w:r>
      <w:r w:rsidR="00FC73EB" w:rsidRPr="00527F4E">
        <w:t>Haljala</w:t>
      </w:r>
      <w:r w:rsidR="007367A5" w:rsidRPr="00527F4E">
        <w:t xml:space="preserve"> vald,</w:t>
      </w:r>
      <w:r w:rsidR="00ED1B93" w:rsidRPr="00527F4E">
        <w:tab/>
      </w:r>
      <w:r>
        <w:t xml:space="preserve">            </w:t>
      </w:r>
      <w:r w:rsidR="006D054B" w:rsidRPr="00527F4E">
        <w:t>Kooli tn 12-10 Kohtla-Nõmme alev, 30503</w:t>
      </w:r>
    </w:p>
    <w:p w14:paraId="25870EE5" w14:textId="289CDCF7" w:rsidR="007367A5" w:rsidRPr="00527F4E" w:rsidRDefault="00FC73EB" w:rsidP="00FA61C7">
      <w:pPr>
        <w:jc w:val="both"/>
      </w:pPr>
      <w:r w:rsidRPr="00527F4E">
        <w:t xml:space="preserve">45403 </w:t>
      </w:r>
      <w:r w:rsidR="007367A5" w:rsidRPr="00527F4E">
        <w:t>Lääne-Viru maakond</w:t>
      </w:r>
      <w:r w:rsidR="00490943" w:rsidRPr="00527F4E">
        <w:tab/>
      </w:r>
      <w:r w:rsidR="00BF1AF6" w:rsidRPr="00527F4E">
        <w:tab/>
      </w:r>
      <w:r w:rsidR="00BF1AF6" w:rsidRPr="00527F4E">
        <w:tab/>
      </w:r>
      <w:r w:rsidR="006D054B" w:rsidRPr="00527F4E">
        <w:t>Tel 5595 6626</w:t>
      </w:r>
    </w:p>
    <w:p w14:paraId="495331F8" w14:textId="4575817C" w:rsidR="00BE00C1" w:rsidRPr="007A2572" w:rsidRDefault="007367A5" w:rsidP="00FA61C7">
      <w:pPr>
        <w:jc w:val="both"/>
      </w:pPr>
      <w:r w:rsidRPr="007A2572">
        <w:t>Tel 676 7500</w:t>
      </w:r>
      <w:r w:rsidR="00490943" w:rsidRPr="007A2572">
        <w:tab/>
      </w:r>
      <w:r w:rsidR="00490943" w:rsidRPr="007A2572">
        <w:tab/>
      </w:r>
      <w:r w:rsidR="00490943" w:rsidRPr="007A2572">
        <w:tab/>
      </w:r>
      <w:r w:rsidR="00490943" w:rsidRPr="007A2572">
        <w:tab/>
      </w:r>
      <w:r w:rsidRPr="007A2572">
        <w:tab/>
      </w:r>
      <w:r w:rsidR="00490943" w:rsidRPr="007A2572">
        <w:t xml:space="preserve">E-post </w:t>
      </w:r>
      <w:hyperlink r:id="rId11" w:history="1">
        <w:r w:rsidR="006D054B" w:rsidRPr="003B5669">
          <w:rPr>
            <w:rStyle w:val="Hperlink"/>
          </w:rPr>
          <w:t>tamk.mtu@gmail.com</w:t>
        </w:r>
      </w:hyperlink>
      <w:r w:rsidR="00BF1C21" w:rsidRPr="007A2572">
        <w:tab/>
      </w:r>
    </w:p>
    <w:p w14:paraId="17B0DB93" w14:textId="77777777" w:rsidR="00BE00C1" w:rsidRDefault="007367A5" w:rsidP="00E81947">
      <w:pPr>
        <w:tabs>
          <w:tab w:val="left" w:pos="4320"/>
        </w:tabs>
        <w:spacing w:line="240" w:lineRule="exact"/>
        <w:jc w:val="both"/>
      </w:pPr>
      <w:r w:rsidRPr="007A2572">
        <w:t>E-post rmk@rmk.ee</w:t>
      </w:r>
    </w:p>
    <w:p w14:paraId="76E46021" w14:textId="77777777" w:rsidR="005A22F0" w:rsidRPr="007A2572" w:rsidRDefault="005A22F0" w:rsidP="00E81947">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0349BA" w:rsidRPr="000349BA" w14:paraId="6DEE6CDE" w14:textId="77777777" w:rsidTr="00243412">
        <w:trPr>
          <w:trHeight w:val="551"/>
        </w:trPr>
        <w:tc>
          <w:tcPr>
            <w:tcW w:w="4175" w:type="dxa"/>
            <w:vAlign w:val="bottom"/>
          </w:tcPr>
          <w:p w14:paraId="3248C800" w14:textId="2B25ED50" w:rsidR="002200E4" w:rsidRPr="000349BA" w:rsidRDefault="00EF647B" w:rsidP="00A7595D">
            <w:sdt>
              <w:sdtPr>
                <w:id w:val="2123798159"/>
                <w:placeholder>
                  <w:docPart w:val="0876665171DF4D75AD72E605817725CA"/>
                </w:placeholder>
                <w:comboBox>
                  <w:listItem w:displayText=" " w:value=" "/>
                  <w:listItem w:displayText="(allkirjastatud digitaalselt)" w:value="(allkirjastatud digitaalselt)"/>
                </w:comboBox>
              </w:sdtPr>
              <w:sdtEndPr/>
              <w:sdtContent>
                <w:r w:rsidR="007030D2" w:rsidRPr="000349BA">
                  <w:t>(allkirjastatud digitaalselt)</w:t>
                </w:r>
              </w:sdtContent>
            </w:sdt>
          </w:p>
        </w:tc>
        <w:tc>
          <w:tcPr>
            <w:tcW w:w="236" w:type="dxa"/>
          </w:tcPr>
          <w:p w14:paraId="2D2D8523" w14:textId="77777777" w:rsidR="002200E4" w:rsidRPr="000349BA" w:rsidRDefault="002200E4" w:rsidP="00A7595D">
            <w:pPr>
              <w:jc w:val="both"/>
            </w:pPr>
          </w:p>
        </w:tc>
        <w:tc>
          <w:tcPr>
            <w:tcW w:w="4196" w:type="dxa"/>
            <w:vAlign w:val="bottom"/>
          </w:tcPr>
          <w:p w14:paraId="46596116" w14:textId="4099E010" w:rsidR="002200E4" w:rsidRPr="000349BA" w:rsidRDefault="00EF647B" w:rsidP="00A7595D">
            <w:sdt>
              <w:sdtPr>
                <w:id w:val="1117192284"/>
                <w:placeholder>
                  <w:docPart w:val="44EC28DCCBB84176B2079C3AA6E9F778"/>
                </w:placeholder>
                <w:comboBox>
                  <w:listItem w:displayText=" " w:value=" "/>
                  <w:listItem w:displayText="(allkirjastatud digitaalselt)" w:value="(allkirjastatud digitaalselt)"/>
                </w:comboBox>
              </w:sdtPr>
              <w:sdtEndPr/>
              <w:sdtContent>
                <w:r w:rsidR="007030D2" w:rsidRPr="000349BA">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0349BA" w:rsidRPr="000349BA" w14:paraId="648C8D01" w14:textId="77777777" w:rsidTr="00243412">
        <w:trPr>
          <w:trHeight w:val="595"/>
        </w:trPr>
        <w:tc>
          <w:tcPr>
            <w:tcW w:w="4253" w:type="dxa"/>
            <w:vAlign w:val="bottom"/>
          </w:tcPr>
          <w:p w14:paraId="6ED385B8" w14:textId="77777777" w:rsidR="002200E4" w:rsidRPr="00527F4E" w:rsidRDefault="002200E4" w:rsidP="00A7595D">
            <w:pPr>
              <w:tabs>
                <w:tab w:val="left" w:pos="4320"/>
              </w:tabs>
              <w:spacing w:after="240"/>
            </w:pPr>
          </w:p>
        </w:tc>
        <w:tc>
          <w:tcPr>
            <w:tcW w:w="3969" w:type="dxa"/>
            <w:vAlign w:val="bottom"/>
          </w:tcPr>
          <w:p w14:paraId="43BDD476" w14:textId="77777777" w:rsidR="002200E4" w:rsidRPr="00527F4E" w:rsidRDefault="002200E4" w:rsidP="00A7595D">
            <w:pPr>
              <w:tabs>
                <w:tab w:val="left" w:pos="4320"/>
              </w:tabs>
            </w:pPr>
          </w:p>
        </w:tc>
      </w:tr>
      <w:tr w:rsidR="000349BA" w:rsidRPr="000349BA" w14:paraId="1D39A406" w14:textId="77777777" w:rsidTr="00243412">
        <w:trPr>
          <w:trHeight w:val="340"/>
        </w:trPr>
        <w:tc>
          <w:tcPr>
            <w:tcW w:w="4253" w:type="dxa"/>
            <w:vAlign w:val="bottom"/>
          </w:tcPr>
          <w:p w14:paraId="7C6F66F1" w14:textId="59BDF238" w:rsidR="002200E4" w:rsidRPr="00527F4E" w:rsidRDefault="00E831EC" w:rsidP="00243412">
            <w:pPr>
              <w:tabs>
                <w:tab w:val="left" w:pos="4320"/>
              </w:tabs>
              <w:ind w:left="-212" w:firstLine="212"/>
            </w:pPr>
            <w:r>
              <w:t>Peeter Puhke</w:t>
            </w:r>
          </w:p>
          <w:p w14:paraId="7F0A4CE8" w14:textId="27D0F430" w:rsidR="00BC31D6" w:rsidRPr="00527F4E" w:rsidRDefault="00BC31D6" w:rsidP="00243412">
            <w:pPr>
              <w:tabs>
                <w:tab w:val="left" w:pos="4320"/>
              </w:tabs>
              <w:ind w:left="-212" w:firstLine="212"/>
            </w:pPr>
          </w:p>
        </w:tc>
        <w:tc>
          <w:tcPr>
            <w:tcW w:w="3969" w:type="dxa"/>
            <w:vAlign w:val="bottom"/>
          </w:tcPr>
          <w:p w14:paraId="49354F8D" w14:textId="0F48E914" w:rsidR="00BC31D6" w:rsidRPr="00527F4E" w:rsidRDefault="0038349C" w:rsidP="00AD65F5">
            <w:pPr>
              <w:tabs>
                <w:tab w:val="left" w:pos="4320"/>
              </w:tabs>
            </w:pPr>
            <w:r w:rsidRPr="0038349C">
              <w:t>Toomas Merilai</w:t>
            </w:r>
          </w:p>
        </w:tc>
      </w:tr>
      <w:tr w:rsidR="002200E4" w:rsidRPr="007A2572" w14:paraId="758826BD" w14:textId="77777777" w:rsidTr="00243412">
        <w:trPr>
          <w:trHeight w:val="69"/>
        </w:trPr>
        <w:tc>
          <w:tcPr>
            <w:tcW w:w="4253" w:type="dxa"/>
            <w:vAlign w:val="bottom"/>
          </w:tcPr>
          <w:p w14:paraId="47563ED0" w14:textId="77777777" w:rsidR="002200E4" w:rsidRPr="007A2572" w:rsidRDefault="002200E4" w:rsidP="00A7595D">
            <w:pPr>
              <w:tabs>
                <w:tab w:val="left" w:pos="4320"/>
              </w:tabs>
            </w:pPr>
          </w:p>
        </w:tc>
        <w:tc>
          <w:tcPr>
            <w:tcW w:w="3969" w:type="dxa"/>
            <w:vAlign w:val="bottom"/>
          </w:tcPr>
          <w:p w14:paraId="52B49A16" w14:textId="77777777" w:rsidR="002200E4" w:rsidRPr="007A2572" w:rsidRDefault="002200E4" w:rsidP="00A7595D">
            <w:pPr>
              <w:tabs>
                <w:tab w:val="left" w:pos="4320"/>
              </w:tabs>
            </w:pPr>
          </w:p>
        </w:tc>
      </w:tr>
    </w:tbl>
    <w:p w14:paraId="03431E52" w14:textId="77777777" w:rsidR="00F13353" w:rsidRPr="007A2572" w:rsidRDefault="00F13353" w:rsidP="002200E4">
      <w:pPr>
        <w:tabs>
          <w:tab w:val="left" w:pos="720"/>
          <w:tab w:val="left" w:pos="1440"/>
          <w:tab w:val="left" w:pos="2160"/>
          <w:tab w:val="left" w:pos="2880"/>
          <w:tab w:val="left" w:pos="3600"/>
          <w:tab w:val="left" w:pos="4320"/>
          <w:tab w:val="left" w:pos="5040"/>
          <w:tab w:val="left" w:pos="5760"/>
          <w:tab w:val="left" w:pos="6480"/>
          <w:tab w:val="left" w:pos="7018"/>
        </w:tabs>
      </w:pPr>
    </w:p>
    <w:sectPr w:rsidR="00F13353" w:rsidRPr="007A2572" w:rsidSect="003941A9">
      <w:headerReference w:type="even" r:id="rId12"/>
      <w:headerReference w:type="default" r:id="rId13"/>
      <w:type w:val="continuous"/>
      <w:pgSz w:w="11906" w:h="16838"/>
      <w:pgMar w:top="1134" w:right="926" w:bottom="993"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D387B" w14:textId="77777777" w:rsidR="00B876B9" w:rsidRDefault="00B876B9">
      <w:r>
        <w:separator/>
      </w:r>
    </w:p>
  </w:endnote>
  <w:endnote w:type="continuationSeparator" w:id="0">
    <w:p w14:paraId="0CE1A9F0" w14:textId="77777777" w:rsidR="00B876B9" w:rsidRDefault="00B8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CBD03" w14:textId="77777777" w:rsidR="00B876B9" w:rsidRDefault="00B876B9">
      <w:r>
        <w:separator/>
      </w:r>
    </w:p>
  </w:footnote>
  <w:footnote w:type="continuationSeparator" w:id="0">
    <w:p w14:paraId="4B312937" w14:textId="77777777" w:rsidR="00B876B9" w:rsidRDefault="00B8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99EA7" w14:textId="6EC8FEB3"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941A9">
      <w:rPr>
        <w:rStyle w:val="Lehekljenumber"/>
        <w:noProof/>
      </w:rPr>
      <w:t>3</w:t>
    </w:r>
    <w:r>
      <w:rPr>
        <w:rStyle w:val="Lehekljenumber"/>
      </w:rPr>
      <w:fldChar w:fldCharType="end"/>
    </w:r>
  </w:p>
  <w:p w14:paraId="1AF8361A" w14:textId="77777777" w:rsidR="00A7595D" w:rsidRDefault="00A759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34CE4" w14:textId="0CA6CC0E"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61CD4">
      <w:rPr>
        <w:rStyle w:val="Lehekljenumber"/>
        <w:noProof/>
      </w:rPr>
      <w:t>3</w:t>
    </w:r>
    <w:r>
      <w:rPr>
        <w:rStyle w:val="Lehekljenumber"/>
      </w:rPr>
      <w:fldChar w:fldCharType="end"/>
    </w:r>
  </w:p>
  <w:p w14:paraId="36F98FBC" w14:textId="77777777" w:rsidR="00A7595D" w:rsidRPr="00810609" w:rsidRDefault="00A7595D"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1781259">
    <w:abstractNumId w:val="23"/>
  </w:num>
  <w:num w:numId="2" w16cid:durableId="1425494008">
    <w:abstractNumId w:val="26"/>
  </w:num>
  <w:num w:numId="3" w16cid:durableId="535823469">
    <w:abstractNumId w:val="24"/>
  </w:num>
  <w:num w:numId="4" w16cid:durableId="156307261">
    <w:abstractNumId w:val="17"/>
  </w:num>
  <w:num w:numId="5" w16cid:durableId="945892238">
    <w:abstractNumId w:val="11"/>
  </w:num>
  <w:num w:numId="6" w16cid:durableId="1251499042">
    <w:abstractNumId w:val="15"/>
  </w:num>
  <w:num w:numId="7" w16cid:durableId="668025433">
    <w:abstractNumId w:val="25"/>
  </w:num>
  <w:num w:numId="8" w16cid:durableId="736706772">
    <w:abstractNumId w:val="12"/>
  </w:num>
  <w:num w:numId="9" w16cid:durableId="247203610">
    <w:abstractNumId w:val="30"/>
  </w:num>
  <w:num w:numId="10" w16cid:durableId="342440784">
    <w:abstractNumId w:val="1"/>
  </w:num>
  <w:num w:numId="11" w16cid:durableId="454370999">
    <w:abstractNumId w:val="20"/>
  </w:num>
  <w:num w:numId="12" w16cid:durableId="1214467215">
    <w:abstractNumId w:val="34"/>
  </w:num>
  <w:num w:numId="13" w16cid:durableId="769739460">
    <w:abstractNumId w:val="0"/>
  </w:num>
  <w:num w:numId="14" w16cid:durableId="1266577378">
    <w:abstractNumId w:val="35"/>
  </w:num>
  <w:num w:numId="15" w16cid:durableId="1045835279">
    <w:abstractNumId w:val="3"/>
  </w:num>
  <w:num w:numId="16" w16cid:durableId="804739630">
    <w:abstractNumId w:val="16"/>
  </w:num>
  <w:num w:numId="17" w16cid:durableId="1545674293">
    <w:abstractNumId w:val="13"/>
  </w:num>
  <w:num w:numId="18" w16cid:durableId="298658728">
    <w:abstractNumId w:val="22"/>
  </w:num>
  <w:num w:numId="19" w16cid:durableId="628171468">
    <w:abstractNumId w:val="9"/>
  </w:num>
  <w:num w:numId="20" w16cid:durableId="894506073">
    <w:abstractNumId w:val="5"/>
  </w:num>
  <w:num w:numId="21" w16cid:durableId="1011302193">
    <w:abstractNumId w:val="18"/>
  </w:num>
  <w:num w:numId="22" w16cid:durableId="334381351">
    <w:abstractNumId w:val="36"/>
  </w:num>
  <w:num w:numId="23" w16cid:durableId="309604463">
    <w:abstractNumId w:val="7"/>
  </w:num>
  <w:num w:numId="24" w16cid:durableId="555554320">
    <w:abstractNumId w:val="27"/>
  </w:num>
  <w:num w:numId="25" w16cid:durableId="1847551516">
    <w:abstractNumId w:val="8"/>
  </w:num>
  <w:num w:numId="26" w16cid:durableId="313680314">
    <w:abstractNumId w:val="21"/>
  </w:num>
  <w:num w:numId="27" w16cid:durableId="1980525864">
    <w:abstractNumId w:val="14"/>
  </w:num>
  <w:num w:numId="28" w16cid:durableId="1612781487">
    <w:abstractNumId w:val="33"/>
  </w:num>
  <w:num w:numId="29" w16cid:durableId="1908107369">
    <w:abstractNumId w:val="31"/>
  </w:num>
  <w:num w:numId="30" w16cid:durableId="391780693">
    <w:abstractNumId w:val="6"/>
  </w:num>
  <w:num w:numId="31" w16cid:durableId="1979604079">
    <w:abstractNumId w:val="4"/>
  </w:num>
  <w:num w:numId="32" w16cid:durableId="1925651067">
    <w:abstractNumId w:val="37"/>
  </w:num>
  <w:num w:numId="33" w16cid:durableId="1718621022">
    <w:abstractNumId w:val="19"/>
  </w:num>
  <w:num w:numId="34" w16cid:durableId="2064672558">
    <w:abstractNumId w:val="28"/>
  </w:num>
  <w:num w:numId="35" w16cid:durableId="1681734647">
    <w:abstractNumId w:val="29"/>
  </w:num>
  <w:num w:numId="36" w16cid:durableId="731007543">
    <w:abstractNumId w:val="32"/>
  </w:num>
  <w:num w:numId="37" w16cid:durableId="945383259">
    <w:abstractNumId w:val="2"/>
  </w:num>
  <w:num w:numId="38" w16cid:durableId="1468240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131"/>
    <w:rsid w:val="000171D0"/>
    <w:rsid w:val="0001748C"/>
    <w:rsid w:val="00017A16"/>
    <w:rsid w:val="0003151D"/>
    <w:rsid w:val="00031B68"/>
    <w:rsid w:val="000349BA"/>
    <w:rsid w:val="00036814"/>
    <w:rsid w:val="000437DB"/>
    <w:rsid w:val="00052B4A"/>
    <w:rsid w:val="00053291"/>
    <w:rsid w:val="000673ED"/>
    <w:rsid w:val="0007048F"/>
    <w:rsid w:val="00071DA1"/>
    <w:rsid w:val="00081F45"/>
    <w:rsid w:val="000821E7"/>
    <w:rsid w:val="000842B0"/>
    <w:rsid w:val="0009340C"/>
    <w:rsid w:val="00096F37"/>
    <w:rsid w:val="000B179B"/>
    <w:rsid w:val="000B4E50"/>
    <w:rsid w:val="000D4491"/>
    <w:rsid w:val="000E298D"/>
    <w:rsid w:val="000E7778"/>
    <w:rsid w:val="000E7C75"/>
    <w:rsid w:val="001327AF"/>
    <w:rsid w:val="00145EB2"/>
    <w:rsid w:val="00162A4B"/>
    <w:rsid w:val="0016535C"/>
    <w:rsid w:val="001765C3"/>
    <w:rsid w:val="00181131"/>
    <w:rsid w:val="0018116A"/>
    <w:rsid w:val="001B4550"/>
    <w:rsid w:val="001C5AC8"/>
    <w:rsid w:val="001D12DC"/>
    <w:rsid w:val="001D4BE6"/>
    <w:rsid w:val="001D577C"/>
    <w:rsid w:val="001D6A33"/>
    <w:rsid w:val="001E000D"/>
    <w:rsid w:val="001F03BE"/>
    <w:rsid w:val="00205264"/>
    <w:rsid w:val="002200E4"/>
    <w:rsid w:val="00223671"/>
    <w:rsid w:val="00230BB5"/>
    <w:rsid w:val="0023137E"/>
    <w:rsid w:val="00237C6E"/>
    <w:rsid w:val="00243412"/>
    <w:rsid w:val="00291EDF"/>
    <w:rsid w:val="002B0A16"/>
    <w:rsid w:val="002B287B"/>
    <w:rsid w:val="002E419F"/>
    <w:rsid w:val="002F1859"/>
    <w:rsid w:val="002F4CA9"/>
    <w:rsid w:val="002F4F2C"/>
    <w:rsid w:val="00301911"/>
    <w:rsid w:val="00321291"/>
    <w:rsid w:val="00327DE3"/>
    <w:rsid w:val="00327FD3"/>
    <w:rsid w:val="003301AC"/>
    <w:rsid w:val="003310C9"/>
    <w:rsid w:val="00335C83"/>
    <w:rsid w:val="003419F3"/>
    <w:rsid w:val="00345B01"/>
    <w:rsid w:val="00352794"/>
    <w:rsid w:val="00352A8A"/>
    <w:rsid w:val="00354FC2"/>
    <w:rsid w:val="00372D2F"/>
    <w:rsid w:val="00374F7C"/>
    <w:rsid w:val="0038349C"/>
    <w:rsid w:val="003840C8"/>
    <w:rsid w:val="003862BB"/>
    <w:rsid w:val="003941A9"/>
    <w:rsid w:val="003B3A00"/>
    <w:rsid w:val="003C74A0"/>
    <w:rsid w:val="003D7DEB"/>
    <w:rsid w:val="003E515D"/>
    <w:rsid w:val="00435C7F"/>
    <w:rsid w:val="004410B4"/>
    <w:rsid w:val="004450BA"/>
    <w:rsid w:val="004618BB"/>
    <w:rsid w:val="00462931"/>
    <w:rsid w:val="00472D0E"/>
    <w:rsid w:val="0048579A"/>
    <w:rsid w:val="00486AA0"/>
    <w:rsid w:val="00490309"/>
    <w:rsid w:val="004905FC"/>
    <w:rsid w:val="00490943"/>
    <w:rsid w:val="00494872"/>
    <w:rsid w:val="004B3A22"/>
    <w:rsid w:val="004C621C"/>
    <w:rsid w:val="004C6BE7"/>
    <w:rsid w:val="004D1205"/>
    <w:rsid w:val="004D3AAC"/>
    <w:rsid w:val="004F0B9F"/>
    <w:rsid w:val="004F53A4"/>
    <w:rsid w:val="00501315"/>
    <w:rsid w:val="00501871"/>
    <w:rsid w:val="00510C81"/>
    <w:rsid w:val="005115A2"/>
    <w:rsid w:val="00517115"/>
    <w:rsid w:val="00521078"/>
    <w:rsid w:val="00522C91"/>
    <w:rsid w:val="00527F4E"/>
    <w:rsid w:val="00533DCE"/>
    <w:rsid w:val="005931EF"/>
    <w:rsid w:val="005A1273"/>
    <w:rsid w:val="005A22F0"/>
    <w:rsid w:val="005A61DA"/>
    <w:rsid w:val="005C76A2"/>
    <w:rsid w:val="005D0E33"/>
    <w:rsid w:val="005D495A"/>
    <w:rsid w:val="005D5700"/>
    <w:rsid w:val="005E0B6A"/>
    <w:rsid w:val="005E2BF0"/>
    <w:rsid w:val="005E344F"/>
    <w:rsid w:val="005F3115"/>
    <w:rsid w:val="0060499B"/>
    <w:rsid w:val="00617985"/>
    <w:rsid w:val="006279D1"/>
    <w:rsid w:val="00627B6D"/>
    <w:rsid w:val="00645B8C"/>
    <w:rsid w:val="006561AF"/>
    <w:rsid w:val="00672972"/>
    <w:rsid w:val="006766BB"/>
    <w:rsid w:val="00692147"/>
    <w:rsid w:val="006960F6"/>
    <w:rsid w:val="006970E7"/>
    <w:rsid w:val="006A0DC0"/>
    <w:rsid w:val="006B0565"/>
    <w:rsid w:val="006B08F9"/>
    <w:rsid w:val="006C73DC"/>
    <w:rsid w:val="006C7F9B"/>
    <w:rsid w:val="006D054B"/>
    <w:rsid w:val="006D5603"/>
    <w:rsid w:val="006E5543"/>
    <w:rsid w:val="006E68A4"/>
    <w:rsid w:val="00700193"/>
    <w:rsid w:val="007030D2"/>
    <w:rsid w:val="00705F9E"/>
    <w:rsid w:val="00712451"/>
    <w:rsid w:val="0071322F"/>
    <w:rsid w:val="00717CE4"/>
    <w:rsid w:val="0072510B"/>
    <w:rsid w:val="00732A52"/>
    <w:rsid w:val="007367A5"/>
    <w:rsid w:val="00751DBD"/>
    <w:rsid w:val="00754082"/>
    <w:rsid w:val="00764901"/>
    <w:rsid w:val="00764F19"/>
    <w:rsid w:val="0077421B"/>
    <w:rsid w:val="007A069A"/>
    <w:rsid w:val="007A2572"/>
    <w:rsid w:val="00810609"/>
    <w:rsid w:val="008112E7"/>
    <w:rsid w:val="00823220"/>
    <w:rsid w:val="0083700E"/>
    <w:rsid w:val="00851D11"/>
    <w:rsid w:val="0086083B"/>
    <w:rsid w:val="00871642"/>
    <w:rsid w:val="00877E72"/>
    <w:rsid w:val="0089011F"/>
    <w:rsid w:val="00896E38"/>
    <w:rsid w:val="008A5476"/>
    <w:rsid w:val="008B183C"/>
    <w:rsid w:val="008B39C0"/>
    <w:rsid w:val="008C0F68"/>
    <w:rsid w:val="008C0FD3"/>
    <w:rsid w:val="008D19A7"/>
    <w:rsid w:val="008D761E"/>
    <w:rsid w:val="008E259D"/>
    <w:rsid w:val="00900FBE"/>
    <w:rsid w:val="0091340A"/>
    <w:rsid w:val="00916304"/>
    <w:rsid w:val="009168BC"/>
    <w:rsid w:val="009219D4"/>
    <w:rsid w:val="00921EB5"/>
    <w:rsid w:val="009258FC"/>
    <w:rsid w:val="009523E3"/>
    <w:rsid w:val="009526BA"/>
    <w:rsid w:val="00984F56"/>
    <w:rsid w:val="00996FE2"/>
    <w:rsid w:val="009A479D"/>
    <w:rsid w:val="009C30EF"/>
    <w:rsid w:val="009E48AC"/>
    <w:rsid w:val="009E740D"/>
    <w:rsid w:val="00A12366"/>
    <w:rsid w:val="00A404EE"/>
    <w:rsid w:val="00A60C85"/>
    <w:rsid w:val="00A7178A"/>
    <w:rsid w:val="00A71B47"/>
    <w:rsid w:val="00A7411E"/>
    <w:rsid w:val="00A7595D"/>
    <w:rsid w:val="00A75D7D"/>
    <w:rsid w:val="00A87FC1"/>
    <w:rsid w:val="00A91409"/>
    <w:rsid w:val="00AD65F5"/>
    <w:rsid w:val="00AD76FB"/>
    <w:rsid w:val="00AE150F"/>
    <w:rsid w:val="00AE2883"/>
    <w:rsid w:val="00AE5224"/>
    <w:rsid w:val="00B002CE"/>
    <w:rsid w:val="00B01EAA"/>
    <w:rsid w:val="00B037F7"/>
    <w:rsid w:val="00B06044"/>
    <w:rsid w:val="00B16A22"/>
    <w:rsid w:val="00B33716"/>
    <w:rsid w:val="00B35527"/>
    <w:rsid w:val="00B371D3"/>
    <w:rsid w:val="00B410AE"/>
    <w:rsid w:val="00B44818"/>
    <w:rsid w:val="00B60E17"/>
    <w:rsid w:val="00B67BE6"/>
    <w:rsid w:val="00B715AB"/>
    <w:rsid w:val="00B766A2"/>
    <w:rsid w:val="00B80300"/>
    <w:rsid w:val="00B864B7"/>
    <w:rsid w:val="00B876B9"/>
    <w:rsid w:val="00B94BE0"/>
    <w:rsid w:val="00BB6733"/>
    <w:rsid w:val="00BC12D3"/>
    <w:rsid w:val="00BC31D6"/>
    <w:rsid w:val="00BD5C4D"/>
    <w:rsid w:val="00BD60C7"/>
    <w:rsid w:val="00BD7A98"/>
    <w:rsid w:val="00BE00C1"/>
    <w:rsid w:val="00BF0AE0"/>
    <w:rsid w:val="00BF1AF6"/>
    <w:rsid w:val="00BF1C21"/>
    <w:rsid w:val="00BF6BE2"/>
    <w:rsid w:val="00C06911"/>
    <w:rsid w:val="00C07834"/>
    <w:rsid w:val="00C20628"/>
    <w:rsid w:val="00C231CA"/>
    <w:rsid w:val="00C26A0A"/>
    <w:rsid w:val="00C3016E"/>
    <w:rsid w:val="00C3044B"/>
    <w:rsid w:val="00C327F8"/>
    <w:rsid w:val="00C34777"/>
    <w:rsid w:val="00C461D9"/>
    <w:rsid w:val="00C470F4"/>
    <w:rsid w:val="00C5466A"/>
    <w:rsid w:val="00C54F6E"/>
    <w:rsid w:val="00C6532F"/>
    <w:rsid w:val="00C661AF"/>
    <w:rsid w:val="00C7517A"/>
    <w:rsid w:val="00C829A0"/>
    <w:rsid w:val="00C82DA9"/>
    <w:rsid w:val="00C9695E"/>
    <w:rsid w:val="00CB084F"/>
    <w:rsid w:val="00CB5868"/>
    <w:rsid w:val="00CB6107"/>
    <w:rsid w:val="00CB6A4D"/>
    <w:rsid w:val="00CC39B4"/>
    <w:rsid w:val="00CD6748"/>
    <w:rsid w:val="00CE44E4"/>
    <w:rsid w:val="00CF09C1"/>
    <w:rsid w:val="00D05E5A"/>
    <w:rsid w:val="00D22E58"/>
    <w:rsid w:val="00D2384F"/>
    <w:rsid w:val="00D455B7"/>
    <w:rsid w:val="00D61610"/>
    <w:rsid w:val="00D634F0"/>
    <w:rsid w:val="00D82AAD"/>
    <w:rsid w:val="00D86CFE"/>
    <w:rsid w:val="00DC6D9B"/>
    <w:rsid w:val="00DD1D8C"/>
    <w:rsid w:val="00DD4A75"/>
    <w:rsid w:val="00DF1190"/>
    <w:rsid w:val="00E0057B"/>
    <w:rsid w:val="00E05059"/>
    <w:rsid w:val="00E07880"/>
    <w:rsid w:val="00E158DE"/>
    <w:rsid w:val="00E162B6"/>
    <w:rsid w:val="00E233F9"/>
    <w:rsid w:val="00E27C94"/>
    <w:rsid w:val="00E364B4"/>
    <w:rsid w:val="00E442C8"/>
    <w:rsid w:val="00E47749"/>
    <w:rsid w:val="00E65651"/>
    <w:rsid w:val="00E658F5"/>
    <w:rsid w:val="00E663F7"/>
    <w:rsid w:val="00E77ADE"/>
    <w:rsid w:val="00E81947"/>
    <w:rsid w:val="00E831EC"/>
    <w:rsid w:val="00E83A6A"/>
    <w:rsid w:val="00E867F6"/>
    <w:rsid w:val="00E9747D"/>
    <w:rsid w:val="00EB454B"/>
    <w:rsid w:val="00EB6F9E"/>
    <w:rsid w:val="00ED1B93"/>
    <w:rsid w:val="00ED5CB2"/>
    <w:rsid w:val="00ED5F86"/>
    <w:rsid w:val="00EE5488"/>
    <w:rsid w:val="00EF448C"/>
    <w:rsid w:val="00EF647B"/>
    <w:rsid w:val="00F02A8B"/>
    <w:rsid w:val="00F04BA6"/>
    <w:rsid w:val="00F13353"/>
    <w:rsid w:val="00F150FA"/>
    <w:rsid w:val="00F45F00"/>
    <w:rsid w:val="00F61CD4"/>
    <w:rsid w:val="00F72073"/>
    <w:rsid w:val="00F735B3"/>
    <w:rsid w:val="00F74077"/>
    <w:rsid w:val="00F752EA"/>
    <w:rsid w:val="00F76630"/>
    <w:rsid w:val="00F80CA3"/>
    <w:rsid w:val="00F87914"/>
    <w:rsid w:val="00FA61C7"/>
    <w:rsid w:val="00FB4700"/>
    <w:rsid w:val="00FC06E9"/>
    <w:rsid w:val="00FC07F2"/>
    <w:rsid w:val="00FC73EB"/>
    <w:rsid w:val="00FD0706"/>
    <w:rsid w:val="00FD7087"/>
    <w:rsid w:val="00FE425D"/>
    <w:rsid w:val="00FF3665"/>
    <w:rsid w:val="00FF4A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725EA"/>
  <w15:docId w15:val="{E299E4BC-FBBA-4BC7-9E70-A3030E546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table" w:styleId="Kontuurtabel">
    <w:name w:val="Table Grid"/>
    <w:basedOn w:val="Normaaltabe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B371D3"/>
    <w:rPr>
      <w:color w:val="808080"/>
    </w:rPr>
  </w:style>
  <w:style w:type="paragraph" w:styleId="Lihttekst">
    <w:name w:val="Plain Text"/>
    <w:basedOn w:val="Normaallaad"/>
    <w:link w:val="LihttekstMrk"/>
    <w:rsid w:val="005A22F0"/>
    <w:rPr>
      <w:rFonts w:ascii="Courier New" w:hAnsi="Courier New" w:cs="Courier New"/>
      <w:sz w:val="20"/>
      <w:szCs w:val="20"/>
    </w:rPr>
  </w:style>
  <w:style w:type="character" w:customStyle="1" w:styleId="LihttekstMrk">
    <w:name w:val="Lihttekst Märk"/>
    <w:basedOn w:val="Liguvaikefont"/>
    <w:link w:val="Lihttekst"/>
    <w:rsid w:val="005A22F0"/>
    <w:rPr>
      <w:rFonts w:ascii="Courier New" w:hAnsi="Courier New" w:cs="Courier New"/>
      <w:lang w:eastAsia="en-US"/>
    </w:rPr>
  </w:style>
  <w:style w:type="character" w:styleId="Lahendamatamainimine">
    <w:name w:val="Unresolved Mention"/>
    <w:basedOn w:val="Liguvaikefont"/>
    <w:uiPriority w:val="99"/>
    <w:semiHidden/>
    <w:unhideWhenUsed/>
    <w:rsid w:val="00E83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122010013?leiaKehti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mk.mtu@gmail.com"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tamk.mtu@gmail.com" TargetMode="External"/><Relationship Id="rId4" Type="http://schemas.openxmlformats.org/officeDocument/2006/relationships/settings" Target="settings.xml"/><Relationship Id="rId9" Type="http://schemas.openxmlformats.org/officeDocument/2006/relationships/hyperlink" Target="mailto:peeter.puhke@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s\Downloads\leping%20&#252;rituse%20korraldamiseks%20riigimetsas_jur_isi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2AD8AA52FC438F9D6E3DC18B6B4477"/>
        <w:category>
          <w:name w:val="Üldine"/>
          <w:gallery w:val="placeholder"/>
        </w:category>
        <w:types>
          <w:type w:val="bbPlcHdr"/>
        </w:types>
        <w:behaviors>
          <w:behavior w:val="content"/>
        </w:behaviors>
        <w:guid w:val="{F7D4BCF2-B2BC-4A6A-94CE-0A4F6D3C6FF1}"/>
      </w:docPartPr>
      <w:docPartBody>
        <w:p w:rsidR="007C4BB9" w:rsidRDefault="00F45A26">
          <w:pPr>
            <w:pStyle w:val="2B2AD8AA52FC438F9D6E3DC18B6B4477"/>
          </w:pPr>
          <w:r w:rsidRPr="00BE118B">
            <w:rPr>
              <w:rStyle w:val="Kohatitetekst"/>
            </w:rPr>
            <w:t>Choose an item.</w:t>
          </w:r>
        </w:p>
      </w:docPartBody>
    </w:docPart>
    <w:docPart>
      <w:docPartPr>
        <w:name w:val="E2F4E453C0D148BB80B3FA7614AC8798"/>
        <w:category>
          <w:name w:val="Üldine"/>
          <w:gallery w:val="placeholder"/>
        </w:category>
        <w:types>
          <w:type w:val="bbPlcHdr"/>
        </w:types>
        <w:behaviors>
          <w:behavior w:val="content"/>
        </w:behaviors>
        <w:guid w:val="{773DD09A-9DF5-454E-8F17-8C03428F985B}"/>
      </w:docPartPr>
      <w:docPartBody>
        <w:p w:rsidR="007C4BB9" w:rsidRDefault="00F45A26">
          <w:pPr>
            <w:pStyle w:val="E2F4E453C0D148BB80B3FA7614AC8798"/>
          </w:pPr>
          <w:r>
            <w:rPr>
              <w:rStyle w:val="Kohatitetekst"/>
            </w:rPr>
            <w:t>Choose an item.</w:t>
          </w:r>
        </w:p>
      </w:docPartBody>
    </w:docPart>
    <w:docPart>
      <w:docPartPr>
        <w:name w:val="0876665171DF4D75AD72E605817725CA"/>
        <w:category>
          <w:name w:val="Üldine"/>
          <w:gallery w:val="placeholder"/>
        </w:category>
        <w:types>
          <w:type w:val="bbPlcHdr"/>
        </w:types>
        <w:behaviors>
          <w:behavior w:val="content"/>
        </w:behaviors>
        <w:guid w:val="{E4B9AF45-666B-42AF-8BA1-CA03380B3657}"/>
      </w:docPartPr>
      <w:docPartBody>
        <w:p w:rsidR="007C4BB9" w:rsidRDefault="00F45A26">
          <w:pPr>
            <w:pStyle w:val="0876665171DF4D75AD72E605817725CA"/>
          </w:pPr>
          <w:r w:rsidRPr="00BE118B">
            <w:rPr>
              <w:rStyle w:val="Kohatitetekst"/>
            </w:rPr>
            <w:t>Choose an item.</w:t>
          </w:r>
        </w:p>
      </w:docPartBody>
    </w:docPart>
    <w:docPart>
      <w:docPartPr>
        <w:name w:val="44EC28DCCBB84176B2079C3AA6E9F778"/>
        <w:category>
          <w:name w:val="Üldine"/>
          <w:gallery w:val="placeholder"/>
        </w:category>
        <w:types>
          <w:type w:val="bbPlcHdr"/>
        </w:types>
        <w:behaviors>
          <w:behavior w:val="content"/>
        </w:behaviors>
        <w:guid w:val="{CA821EA4-1F21-4C8E-ADC7-BE5A2F909769}"/>
      </w:docPartPr>
      <w:docPartBody>
        <w:p w:rsidR="007C4BB9" w:rsidRDefault="00F45A26">
          <w:pPr>
            <w:pStyle w:val="44EC28DCCBB84176B2079C3AA6E9F77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A26"/>
    <w:rsid w:val="0001748C"/>
    <w:rsid w:val="00071DA1"/>
    <w:rsid w:val="00155DEF"/>
    <w:rsid w:val="00166B96"/>
    <w:rsid w:val="001817A5"/>
    <w:rsid w:val="001B4550"/>
    <w:rsid w:val="00364CDF"/>
    <w:rsid w:val="00405EE2"/>
    <w:rsid w:val="004327D3"/>
    <w:rsid w:val="0048579A"/>
    <w:rsid w:val="00494872"/>
    <w:rsid w:val="005A1273"/>
    <w:rsid w:val="006979C7"/>
    <w:rsid w:val="0076321E"/>
    <w:rsid w:val="007C4BB9"/>
    <w:rsid w:val="00844AC1"/>
    <w:rsid w:val="008914ED"/>
    <w:rsid w:val="008C0F68"/>
    <w:rsid w:val="009F4CFA"/>
    <w:rsid w:val="00C34E38"/>
    <w:rsid w:val="00C356E4"/>
    <w:rsid w:val="00DE1066"/>
    <w:rsid w:val="00EB2B12"/>
    <w:rsid w:val="00F45A26"/>
    <w:rsid w:val="00FA44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2B2AD8AA52FC438F9D6E3DC18B6B4477">
    <w:name w:val="2B2AD8AA52FC438F9D6E3DC18B6B4477"/>
  </w:style>
  <w:style w:type="paragraph" w:customStyle="1" w:styleId="E2F4E453C0D148BB80B3FA7614AC8798">
    <w:name w:val="E2F4E453C0D148BB80B3FA7614AC8798"/>
  </w:style>
  <w:style w:type="paragraph" w:customStyle="1" w:styleId="0876665171DF4D75AD72E605817725CA">
    <w:name w:val="0876665171DF4D75AD72E605817725CA"/>
  </w:style>
  <w:style w:type="paragraph" w:customStyle="1" w:styleId="44EC28DCCBB84176B2079C3AA6E9F778">
    <w:name w:val="44EC28DCCBB84176B2079C3AA6E9F7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36F0A-DAFE-4C48-B2D9-0654D641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leping ürituse korraldamiseks riigimetsas_jur_isik</Template>
  <TotalTime>138</TotalTime>
  <Pages>4</Pages>
  <Words>967</Words>
  <Characters>7157</Characters>
  <Application>Microsoft Office Word</Application>
  <DocSecurity>0</DocSecurity>
  <Lines>59</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8108</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Alar Süda</dc:creator>
  <cp:lastModifiedBy>Peeter Puhke</cp:lastModifiedBy>
  <cp:revision>52</cp:revision>
  <cp:lastPrinted>2008-01-18T05:44:00Z</cp:lastPrinted>
  <dcterms:created xsi:type="dcterms:W3CDTF">2024-05-14T09:10:00Z</dcterms:created>
  <dcterms:modified xsi:type="dcterms:W3CDTF">2025-08-12T05:54:00Z</dcterms:modified>
</cp:coreProperties>
</file>